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14CAB" w14:textId="39CDD840" w:rsidR="00DB0AD7" w:rsidRPr="003C4ACB" w:rsidRDefault="00DB0AD7" w:rsidP="003C4ACB">
      <w:pPr>
        <w:jc w:val="center"/>
        <w:rPr>
          <w:rFonts w:asciiTheme="minorHAnsi" w:hAnsiTheme="minorHAnsi" w:cstheme="minorHAnsi"/>
          <w:b/>
        </w:rPr>
      </w:pPr>
      <w:r w:rsidRPr="00134A7F">
        <w:rPr>
          <w:rFonts w:asciiTheme="minorHAnsi" w:hAnsiTheme="minorHAnsi" w:cs="Tahoma"/>
          <w:b/>
        </w:rPr>
        <w:t>MODULO ISCRIZIONE</w:t>
      </w:r>
      <w:r w:rsidRPr="00943CE5">
        <w:rPr>
          <w:rFonts w:asciiTheme="minorHAnsi" w:hAnsiTheme="minorHAnsi" w:cs="Tahoma"/>
          <w:b/>
        </w:rPr>
        <w:t xml:space="preserve"> ALUNNI CON DISABILITA’</w:t>
      </w:r>
    </w:p>
    <w:p w14:paraId="774FC6BB" w14:textId="77777777" w:rsidR="00EE4A89" w:rsidRDefault="00DB0AD7" w:rsidP="003C4ACB">
      <w:pPr>
        <w:spacing w:after="0" w:line="240" w:lineRule="auto"/>
        <w:jc w:val="center"/>
        <w:rPr>
          <w:rFonts w:asciiTheme="minorHAnsi" w:hAnsiTheme="minorHAnsi" w:cs="Tahoma"/>
        </w:rPr>
      </w:pPr>
      <w:r w:rsidRPr="00527A8E">
        <w:rPr>
          <w:rFonts w:asciiTheme="minorHAnsi" w:hAnsiTheme="minorHAnsi" w:cs="Tahoma"/>
          <w:sz w:val="24"/>
          <w:szCs w:val="24"/>
        </w:rPr>
        <w:t xml:space="preserve">Scuole Secondarie </w:t>
      </w:r>
      <w:r w:rsidR="00527A8E" w:rsidRPr="00527A8E">
        <w:rPr>
          <w:rFonts w:asciiTheme="minorHAnsi" w:hAnsiTheme="minorHAnsi" w:cs="Tahoma"/>
          <w:sz w:val="24"/>
          <w:szCs w:val="24"/>
        </w:rPr>
        <w:t xml:space="preserve">di </w:t>
      </w:r>
      <w:r w:rsidRPr="00527A8E">
        <w:rPr>
          <w:rFonts w:asciiTheme="minorHAnsi" w:hAnsiTheme="minorHAnsi" w:cs="Tahoma"/>
          <w:sz w:val="24"/>
          <w:szCs w:val="24"/>
        </w:rPr>
        <w:t>II Grado</w:t>
      </w:r>
      <w:r w:rsidR="006F23E2">
        <w:rPr>
          <w:rFonts w:asciiTheme="minorHAnsi" w:hAnsiTheme="minorHAnsi" w:cs="Tahoma"/>
          <w:sz w:val="24"/>
          <w:szCs w:val="24"/>
        </w:rPr>
        <w:t xml:space="preserve"> - </w:t>
      </w:r>
      <w:r w:rsidRPr="00134A7F">
        <w:rPr>
          <w:rFonts w:asciiTheme="minorHAnsi" w:hAnsiTheme="minorHAnsi" w:cs="Tahoma"/>
        </w:rPr>
        <w:t>Campionati Studenteschi Atletica Leggera su pista</w:t>
      </w:r>
    </w:p>
    <w:p w14:paraId="5BB7FAF9" w14:textId="61FAE8A1" w:rsidR="00DB0AD7" w:rsidRPr="00134A7F" w:rsidRDefault="00EE4A89" w:rsidP="003C4ACB">
      <w:pPr>
        <w:spacing w:after="0" w:line="240" w:lineRule="auto"/>
        <w:jc w:val="center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Fase Provinciale Ascoli Piceno e Fermo</w:t>
      </w:r>
      <w:r w:rsidR="006F23E2">
        <w:rPr>
          <w:rFonts w:asciiTheme="minorHAnsi" w:hAnsiTheme="minorHAnsi" w:cs="Tahoma"/>
        </w:rPr>
        <w:t xml:space="preserve"> </w:t>
      </w:r>
      <w:r>
        <w:rPr>
          <w:rFonts w:asciiTheme="minorHAnsi" w:hAnsiTheme="minorHAnsi" w:cs="Tahoma"/>
        </w:rPr>
        <w:t>–</w:t>
      </w:r>
      <w:r w:rsidR="006F23E2">
        <w:rPr>
          <w:rFonts w:asciiTheme="minorHAnsi" w:hAnsiTheme="minorHAnsi" w:cs="Tahoma"/>
        </w:rPr>
        <w:t xml:space="preserve"> </w:t>
      </w:r>
      <w:r>
        <w:rPr>
          <w:rFonts w:asciiTheme="minorHAnsi" w:hAnsiTheme="minorHAnsi" w:cs="Tahoma"/>
        </w:rPr>
        <w:t>San Benedetto del Tronto 26</w:t>
      </w:r>
      <w:r w:rsidR="00334702">
        <w:rPr>
          <w:rFonts w:asciiTheme="minorHAnsi" w:hAnsiTheme="minorHAnsi" w:cs="Tahoma"/>
        </w:rPr>
        <w:t xml:space="preserve"> </w:t>
      </w:r>
      <w:r w:rsidR="00DE7AC0">
        <w:rPr>
          <w:rFonts w:asciiTheme="minorHAnsi" w:hAnsiTheme="minorHAnsi" w:cs="Tahoma"/>
        </w:rPr>
        <w:t xml:space="preserve"> Aprile 2022</w:t>
      </w:r>
    </w:p>
    <w:p w14:paraId="3C241553" w14:textId="769A16B0" w:rsidR="00DB0AD7" w:rsidRPr="00943CE5" w:rsidRDefault="00DB0AD7" w:rsidP="003C4ACB">
      <w:pPr>
        <w:spacing w:after="0" w:line="240" w:lineRule="auto"/>
        <w:jc w:val="center"/>
        <w:rPr>
          <w:rFonts w:asciiTheme="minorHAnsi" w:hAnsiTheme="minorHAnsi" w:cs="Tahoma"/>
          <w:b/>
        </w:rPr>
      </w:pPr>
      <w:r w:rsidRPr="00943CE5">
        <w:rPr>
          <w:rFonts w:asciiTheme="minorHAnsi" w:hAnsiTheme="minorHAnsi" w:cs="Tahoma"/>
          <w:b/>
        </w:rPr>
        <w:t>Da inviare a</w:t>
      </w:r>
      <w:r w:rsidR="006906BA">
        <w:rPr>
          <w:rFonts w:asciiTheme="minorHAnsi" w:hAnsiTheme="minorHAnsi" w:cs="Tahoma"/>
          <w:b/>
        </w:rPr>
        <w:t xml:space="preserve"> </w:t>
      </w:r>
      <w:hyperlink r:id="rId11" w:history="1">
        <w:r w:rsidR="004F1017" w:rsidRPr="00D132D8">
          <w:rPr>
            <w:rStyle w:val="Collegamentoipertestuale"/>
            <w:rFonts w:asciiTheme="minorHAnsi" w:hAnsiTheme="minorHAnsi" w:cs="Tahoma"/>
            <w:b/>
          </w:rPr>
          <w:t>edfisicamarche.ap@istruzione.it</w:t>
        </w:r>
      </w:hyperlink>
      <w:r w:rsidR="00175908">
        <w:rPr>
          <w:rFonts w:asciiTheme="minorHAnsi" w:hAnsiTheme="minorHAnsi" w:cs="Tahoma"/>
          <w:b/>
        </w:rPr>
        <w:t xml:space="preserve"> entro il </w:t>
      </w:r>
      <w:r w:rsidR="00D664C6">
        <w:rPr>
          <w:rFonts w:asciiTheme="minorHAnsi" w:hAnsiTheme="minorHAnsi" w:cs="Tahoma"/>
          <w:b/>
        </w:rPr>
        <w:t>21</w:t>
      </w:r>
      <w:r>
        <w:rPr>
          <w:rFonts w:asciiTheme="minorHAnsi" w:hAnsiTheme="minorHAnsi" w:cs="Tahoma"/>
          <w:b/>
        </w:rPr>
        <w:t xml:space="preserve"> Aprile</w:t>
      </w:r>
      <w:r w:rsidRPr="00943CE5">
        <w:rPr>
          <w:rFonts w:asciiTheme="minorHAnsi" w:hAnsiTheme="minorHAnsi" w:cs="Tahoma"/>
          <w:b/>
        </w:rPr>
        <w:t xml:space="preserve"> </w:t>
      </w:r>
      <w:r>
        <w:rPr>
          <w:rFonts w:asciiTheme="minorHAnsi" w:hAnsiTheme="minorHAnsi" w:cs="Tahoma"/>
          <w:b/>
        </w:rPr>
        <w:t>20</w:t>
      </w:r>
      <w:r w:rsidR="00305982">
        <w:rPr>
          <w:rFonts w:asciiTheme="minorHAnsi" w:hAnsiTheme="minorHAnsi" w:cs="Tahoma"/>
          <w:b/>
        </w:rPr>
        <w:t>22</w:t>
      </w:r>
    </w:p>
    <w:p w14:paraId="4F52D616" w14:textId="77777777" w:rsidR="00DB0AD7" w:rsidRPr="00943CE5" w:rsidRDefault="00DB0AD7" w:rsidP="00DB0AD7">
      <w:pPr>
        <w:jc w:val="center"/>
        <w:rPr>
          <w:rFonts w:asciiTheme="minorHAnsi" w:hAnsiTheme="minorHAnsi" w:cs="Tahoma"/>
          <w:b/>
        </w:rPr>
      </w:pPr>
    </w:p>
    <w:p w14:paraId="37EBE807" w14:textId="77777777" w:rsidR="00DB0AD7" w:rsidRPr="00943CE5" w:rsidRDefault="00DB0AD7" w:rsidP="00DB0AD7">
      <w:pPr>
        <w:jc w:val="center"/>
        <w:rPr>
          <w:rFonts w:asciiTheme="minorHAnsi" w:hAnsiTheme="minorHAnsi" w:cs="Tahoma"/>
          <w:b/>
        </w:rPr>
      </w:pPr>
      <w:r w:rsidRPr="00943CE5">
        <w:rPr>
          <w:rFonts w:asciiTheme="minorHAnsi" w:hAnsiTheme="minorHAnsi" w:cs="Tahoma"/>
          <w:b/>
        </w:rPr>
        <w:t>Istituto Scolastico…………………………………………………………………………………………………………..</w:t>
      </w:r>
    </w:p>
    <w:tbl>
      <w:tblPr>
        <w:tblpPr w:leftFromText="141" w:rightFromText="141" w:vertAnchor="text" w:horzAnchor="margin" w:tblpXSpec="right" w:tblpY="23"/>
        <w:tblW w:w="492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5"/>
        <w:gridCol w:w="552"/>
        <w:gridCol w:w="631"/>
        <w:gridCol w:w="632"/>
        <w:gridCol w:w="497"/>
        <w:gridCol w:w="485"/>
        <w:gridCol w:w="473"/>
      </w:tblGrid>
      <w:tr w:rsidR="00D133A4" w:rsidRPr="00943CE5" w14:paraId="401F8927" w14:textId="77777777" w:rsidTr="003C4ACB">
        <w:trPr>
          <w:trHeight w:val="270"/>
        </w:trPr>
        <w:tc>
          <w:tcPr>
            <w:tcW w:w="165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0D9FE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A23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DIR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FF22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C21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59D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HFD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2A92" w14:textId="2589B24F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HFC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B0E6" w14:textId="6E640FC0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HS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4F72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NV</w:t>
            </w:r>
          </w:p>
        </w:tc>
      </w:tr>
      <w:tr w:rsidR="00D133A4" w:rsidRPr="00943CE5" w14:paraId="2F974280" w14:textId="77777777" w:rsidTr="003C4ACB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D749D" w14:textId="77777777" w:rsidR="00D133A4" w:rsidRPr="00943CE5" w:rsidRDefault="00D133A4" w:rsidP="004D1FE3">
            <w:pPr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 xml:space="preserve"> N° Maschi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F5D8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3AF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1828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C355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5987" w14:textId="4F843B53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3CD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</w:tr>
      <w:tr w:rsidR="00D133A4" w:rsidRPr="00943CE5" w14:paraId="573C3274" w14:textId="77777777" w:rsidTr="003C4ACB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EFC88" w14:textId="77777777" w:rsidR="00D133A4" w:rsidRPr="00943CE5" w:rsidRDefault="00D133A4" w:rsidP="004D1FE3">
            <w:pPr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 xml:space="preserve"> N° Femmine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ACF4C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8FB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6786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A0FC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3A93" w14:textId="49A8848B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EA66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3B687F75" w14:textId="77777777" w:rsidR="00DB0AD7" w:rsidRPr="00943CE5" w:rsidRDefault="00DB0AD7" w:rsidP="00DB0AD7">
      <w:pPr>
        <w:rPr>
          <w:rFonts w:asciiTheme="minorHAnsi" w:hAnsiTheme="minorHAnsi" w:cs="Tahoma"/>
          <w:b/>
          <w:i/>
        </w:rPr>
      </w:pPr>
    </w:p>
    <w:p w14:paraId="32EE73E3" w14:textId="77777777" w:rsidR="00DB0AD7" w:rsidRPr="00943CE5" w:rsidRDefault="00DB0AD7" w:rsidP="00DB0AD7">
      <w:pPr>
        <w:rPr>
          <w:rFonts w:asciiTheme="minorHAnsi" w:hAnsiTheme="minorHAnsi" w:cs="Tahoma"/>
          <w:b/>
          <w:i/>
        </w:rPr>
      </w:pPr>
    </w:p>
    <w:p w14:paraId="00E090C7" w14:textId="77777777" w:rsidR="00DB0AD7" w:rsidRPr="00943CE5" w:rsidRDefault="00DB0AD7" w:rsidP="00DB0AD7">
      <w:pPr>
        <w:rPr>
          <w:rFonts w:asciiTheme="minorHAnsi" w:hAnsiTheme="minorHAnsi" w:cs="Tahoma"/>
        </w:rPr>
      </w:pPr>
    </w:p>
    <w:p w14:paraId="34159714" w14:textId="77777777" w:rsidR="00DB0AD7" w:rsidRPr="00943CE5" w:rsidRDefault="00DB0AD7" w:rsidP="00DB0AD7">
      <w:pPr>
        <w:rPr>
          <w:rFonts w:asciiTheme="minorHAnsi" w:hAnsiTheme="minorHAnsi" w:cs="Tahoma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0"/>
        <w:gridCol w:w="1614"/>
        <w:gridCol w:w="1332"/>
        <w:gridCol w:w="1418"/>
        <w:gridCol w:w="1134"/>
      </w:tblGrid>
      <w:tr w:rsidR="00DB0AD7" w:rsidRPr="00943CE5" w14:paraId="707E6FC2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19A08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Cognome e Nome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EEE7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>
              <w:rPr>
                <w:rFonts w:asciiTheme="minorHAnsi" w:hAnsiTheme="minorHAnsi" w:cs="Tahoma"/>
                <w:b/>
                <w:bCs/>
              </w:rPr>
              <w:t>Specialità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FF31F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Data di</w:t>
            </w:r>
          </w:p>
          <w:p w14:paraId="0DFED191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nascita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A715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Categoria</w:t>
            </w:r>
          </w:p>
          <w:p w14:paraId="229A9290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di disabilità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592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  <w:p w14:paraId="45693761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Sesso</w:t>
            </w:r>
          </w:p>
        </w:tc>
      </w:tr>
      <w:tr w:rsidR="00DB0AD7" w:rsidRPr="00943CE5" w14:paraId="29614B64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2586B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6CCED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0619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C87E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0BD9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3D05C881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600B7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62799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9FE7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B4B615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381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7615328A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9DF0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DB1B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665D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ED00E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93D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419D3901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B1348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F865A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1F25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A4CDE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BE0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2C547C38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0B2E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B589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1DC64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F0ABD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23D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</w:tbl>
    <w:p w14:paraId="0F7138DB" w14:textId="163F531F" w:rsidR="00861900" w:rsidRPr="00861900" w:rsidRDefault="00861900" w:rsidP="00DB0AD7">
      <w:pPr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(aggiungere righe se necessario)</w:t>
      </w:r>
    </w:p>
    <w:p w14:paraId="49A76CD8" w14:textId="38C8EE78" w:rsidR="00DB0AD7" w:rsidRPr="00943CE5" w:rsidRDefault="00DB0AD7" w:rsidP="00DB0AD7">
      <w:pPr>
        <w:jc w:val="both"/>
        <w:rPr>
          <w:rFonts w:asciiTheme="minorHAnsi" w:hAnsiTheme="minorHAnsi"/>
        </w:rPr>
      </w:pPr>
      <w:r w:rsidRPr="00943CE5">
        <w:rPr>
          <w:rFonts w:asciiTheme="minorHAnsi" w:hAnsiTheme="minorHAnsi"/>
        </w:rPr>
        <w:t xml:space="preserve">Si dichiara che tutti gli alunni in elenco nella presente pagina sono iscritti e frequentanti, e sono stati </w:t>
      </w:r>
      <w:r w:rsidR="00023DA9" w:rsidRPr="00943CE5">
        <w:rPr>
          <w:rFonts w:asciiTheme="minorHAnsi" w:hAnsiTheme="minorHAnsi"/>
        </w:rPr>
        <w:t>sottoposti al</w:t>
      </w:r>
      <w:r w:rsidRPr="00943CE5">
        <w:rPr>
          <w:rFonts w:asciiTheme="minorHAnsi" w:hAnsiTheme="minorHAnsi"/>
        </w:rPr>
        <w:t xml:space="preserve"> controllo sanitario per la pratica di attività sportive NON agonistiche secondo la normativa vigente.</w:t>
      </w:r>
    </w:p>
    <w:p w14:paraId="3248406B" w14:textId="77777777" w:rsidR="00DB0AD7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Docente responsabile Prof./Prof.ssa………………………………………………………………………………………….</w:t>
      </w:r>
    </w:p>
    <w:p w14:paraId="4E18A9B7" w14:textId="77777777" w:rsidR="00DB0AD7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Telefono………………………………………………………………….. e- mail……………………………………………………………….</w:t>
      </w:r>
    </w:p>
    <w:p w14:paraId="0F7423A5" w14:textId="77777777" w:rsidR="00DB0AD7" w:rsidRPr="00943CE5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Accompagnatori……………………………………………………………………………………………………………………………..</w:t>
      </w:r>
    </w:p>
    <w:p w14:paraId="067365CF" w14:textId="77777777" w:rsidR="00DB0AD7" w:rsidRPr="00943CE5" w:rsidRDefault="00DB0AD7" w:rsidP="00DB0AD7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>Data    ………/……../…………                                                   Firma del Dirigente Scolastico</w:t>
      </w:r>
    </w:p>
    <w:p w14:paraId="14156F86" w14:textId="77777777" w:rsidR="00DB0AD7" w:rsidRPr="00943CE5" w:rsidRDefault="00DB0AD7" w:rsidP="00DB0AD7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 xml:space="preserve">                          </w:t>
      </w:r>
    </w:p>
    <w:p w14:paraId="3C30822E" w14:textId="7DB139DC" w:rsidR="00DB0AD7" w:rsidRPr="00D7010A" w:rsidRDefault="00DB0AD7" w:rsidP="00861900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 xml:space="preserve">                                                                                         __________________________________</w:t>
      </w:r>
    </w:p>
    <w:sectPr w:rsidR="00DB0AD7" w:rsidRPr="00D7010A" w:rsidSect="003C4ACB">
      <w:headerReference w:type="default" r:id="rId12"/>
      <w:pgSz w:w="11907" w:h="16840"/>
      <w:pgMar w:top="3011" w:right="850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055C4" w14:textId="77777777" w:rsidR="00453B92" w:rsidRDefault="00453B92">
      <w:r>
        <w:separator/>
      </w:r>
    </w:p>
  </w:endnote>
  <w:endnote w:type="continuationSeparator" w:id="0">
    <w:p w14:paraId="108C79E1" w14:textId="77777777" w:rsidR="00453B92" w:rsidRDefault="00453B92">
      <w:r>
        <w:continuationSeparator/>
      </w:r>
    </w:p>
  </w:endnote>
  <w:endnote w:type="continuationNotice" w:id="1">
    <w:p w14:paraId="57C7A2EC" w14:textId="77777777" w:rsidR="00453B92" w:rsidRDefault="00453B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942A4" w14:textId="77777777" w:rsidR="00453B92" w:rsidRDefault="00453B92">
      <w:r>
        <w:separator/>
      </w:r>
    </w:p>
  </w:footnote>
  <w:footnote w:type="continuationSeparator" w:id="0">
    <w:p w14:paraId="36B2ED6F" w14:textId="77777777" w:rsidR="00453B92" w:rsidRDefault="00453B92">
      <w:r>
        <w:continuationSeparator/>
      </w:r>
    </w:p>
  </w:footnote>
  <w:footnote w:type="continuationNotice" w:id="1">
    <w:p w14:paraId="3102BC53" w14:textId="77777777" w:rsidR="00453B92" w:rsidRDefault="00453B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39FBADD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5E56266C" w14:textId="12CC0A74" w:rsidR="00A87DC6" w:rsidRDefault="00620DAC" w:rsidP="00620DAC">
    <w:pPr>
      <w:pStyle w:val="Intestazione"/>
      <w:jc w:val="center"/>
      <w:rPr>
        <w:rFonts w:ascii="Arial" w:hAnsi="Arial" w:cs="Arial"/>
        <w:bCs/>
        <w:iCs/>
        <w:sz w:val="28"/>
        <w:szCs w:val="28"/>
      </w:rPr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  <w:p w14:paraId="38B9B18C" w14:textId="77777777" w:rsidR="00620DAC" w:rsidRDefault="00620DAC" w:rsidP="00620DA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76C"/>
    <w:multiLevelType w:val="hybridMultilevel"/>
    <w:tmpl w:val="4956D66C"/>
    <w:lvl w:ilvl="0" w:tplc="06BC978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0606978"/>
    <w:multiLevelType w:val="hybridMultilevel"/>
    <w:tmpl w:val="2D9C1D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8376E07"/>
    <w:multiLevelType w:val="hybridMultilevel"/>
    <w:tmpl w:val="B87E65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FA0350"/>
    <w:multiLevelType w:val="hybridMultilevel"/>
    <w:tmpl w:val="550E7614"/>
    <w:lvl w:ilvl="0" w:tplc="5E369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E7A11"/>
    <w:multiLevelType w:val="hybridMultilevel"/>
    <w:tmpl w:val="33D6FC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C62B0"/>
    <w:multiLevelType w:val="hybridMultilevel"/>
    <w:tmpl w:val="7930C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E29CF"/>
    <w:multiLevelType w:val="hybridMultilevel"/>
    <w:tmpl w:val="2CECCE8A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0C637E"/>
    <w:multiLevelType w:val="hybridMultilevel"/>
    <w:tmpl w:val="A6AE0F62"/>
    <w:lvl w:ilvl="0" w:tplc="3C96C174">
      <w:numFmt w:val="bullet"/>
      <w:lvlText w:val="-"/>
      <w:lvlJc w:val="left"/>
      <w:pPr>
        <w:ind w:left="-22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</w:abstractNum>
  <w:abstractNum w:abstractNumId="17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441B8B"/>
    <w:multiLevelType w:val="hybridMultilevel"/>
    <w:tmpl w:val="481823BE"/>
    <w:lvl w:ilvl="0" w:tplc="99D4DB0A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315D0"/>
    <w:multiLevelType w:val="hybridMultilevel"/>
    <w:tmpl w:val="5F162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4F2E43"/>
    <w:multiLevelType w:val="hybridMultilevel"/>
    <w:tmpl w:val="EDDEF48A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665A7"/>
    <w:multiLevelType w:val="hybridMultilevel"/>
    <w:tmpl w:val="4880EED6"/>
    <w:lvl w:ilvl="0" w:tplc="290898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483C13"/>
    <w:multiLevelType w:val="hybridMultilevel"/>
    <w:tmpl w:val="1FE29EB6"/>
    <w:lvl w:ilvl="0" w:tplc="99CA79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6235486E"/>
    <w:multiLevelType w:val="hybridMultilevel"/>
    <w:tmpl w:val="C7F24A26"/>
    <w:lvl w:ilvl="0" w:tplc="0410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1821CC"/>
    <w:multiLevelType w:val="hybridMultilevel"/>
    <w:tmpl w:val="A6069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34BDD"/>
    <w:multiLevelType w:val="hybridMultilevel"/>
    <w:tmpl w:val="2834E06E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CA260AC"/>
    <w:multiLevelType w:val="hybridMultilevel"/>
    <w:tmpl w:val="468AB33E"/>
    <w:lvl w:ilvl="0" w:tplc="E7729C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197A18"/>
    <w:multiLevelType w:val="hybridMultilevel"/>
    <w:tmpl w:val="9244CC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37106"/>
    <w:multiLevelType w:val="hybridMultilevel"/>
    <w:tmpl w:val="7930C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B310D"/>
    <w:multiLevelType w:val="hybridMultilevel"/>
    <w:tmpl w:val="5C5484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9144E"/>
    <w:multiLevelType w:val="hybridMultilevel"/>
    <w:tmpl w:val="45B00166"/>
    <w:lvl w:ilvl="0" w:tplc="B8308D82">
      <w:start w:val="1"/>
      <w:numFmt w:val="bullet"/>
      <w:lvlText w:val="à"/>
      <w:lvlJc w:val="left"/>
      <w:pPr>
        <w:ind w:left="720" w:hanging="360"/>
      </w:pPr>
      <w:rPr>
        <w:rFonts w:ascii="Wingdings" w:eastAsia="MS UI Gothic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2"/>
  </w:num>
  <w:num w:numId="2">
    <w:abstractNumId w:val="8"/>
  </w:num>
  <w:num w:numId="3">
    <w:abstractNumId w:val="5"/>
  </w:num>
  <w:num w:numId="4">
    <w:abstractNumId w:val="26"/>
  </w:num>
  <w:num w:numId="5">
    <w:abstractNumId w:val="29"/>
  </w:num>
  <w:num w:numId="6">
    <w:abstractNumId w:val="4"/>
  </w:num>
  <w:num w:numId="7">
    <w:abstractNumId w:val="1"/>
  </w:num>
  <w:num w:numId="8">
    <w:abstractNumId w:val="25"/>
  </w:num>
  <w:num w:numId="9">
    <w:abstractNumId w:val="11"/>
  </w:num>
  <w:num w:numId="10">
    <w:abstractNumId w:val="40"/>
  </w:num>
  <w:num w:numId="11">
    <w:abstractNumId w:val="38"/>
  </w:num>
  <w:num w:numId="12">
    <w:abstractNumId w:val="3"/>
  </w:num>
  <w:num w:numId="13">
    <w:abstractNumId w:val="10"/>
  </w:num>
  <w:num w:numId="14">
    <w:abstractNumId w:val="28"/>
  </w:num>
  <w:num w:numId="15">
    <w:abstractNumId w:val="6"/>
  </w:num>
  <w:num w:numId="16">
    <w:abstractNumId w:val="7"/>
  </w:num>
  <w:num w:numId="17">
    <w:abstractNumId w:val="27"/>
  </w:num>
  <w:num w:numId="18">
    <w:abstractNumId w:val="17"/>
  </w:num>
  <w:num w:numId="19">
    <w:abstractNumId w:val="21"/>
  </w:num>
  <w:num w:numId="20">
    <w:abstractNumId w:val="24"/>
  </w:num>
  <w:num w:numId="21">
    <w:abstractNumId w:val="37"/>
  </w:num>
  <w:num w:numId="22">
    <w:abstractNumId w:val="31"/>
  </w:num>
  <w:num w:numId="23">
    <w:abstractNumId w:val="39"/>
  </w:num>
  <w:num w:numId="24">
    <w:abstractNumId w:val="36"/>
  </w:num>
  <w:num w:numId="25">
    <w:abstractNumId w:val="14"/>
  </w:num>
  <w:num w:numId="26">
    <w:abstractNumId w:val="19"/>
  </w:num>
  <w:num w:numId="27">
    <w:abstractNumId w:val="35"/>
  </w:num>
  <w:num w:numId="28">
    <w:abstractNumId w:val="2"/>
  </w:num>
  <w:num w:numId="29">
    <w:abstractNumId w:val="13"/>
  </w:num>
  <w:num w:numId="30">
    <w:abstractNumId w:val="18"/>
  </w:num>
  <w:num w:numId="31">
    <w:abstractNumId w:val="16"/>
  </w:num>
  <w:num w:numId="32">
    <w:abstractNumId w:val="15"/>
  </w:num>
  <w:num w:numId="33">
    <w:abstractNumId w:val="20"/>
  </w:num>
  <w:num w:numId="34">
    <w:abstractNumId w:val="0"/>
  </w:num>
  <w:num w:numId="35">
    <w:abstractNumId w:val="9"/>
  </w:num>
  <w:num w:numId="36">
    <w:abstractNumId w:val="34"/>
  </w:num>
  <w:num w:numId="37">
    <w:abstractNumId w:val="22"/>
  </w:num>
  <w:num w:numId="38">
    <w:abstractNumId w:val="30"/>
  </w:num>
  <w:num w:numId="39">
    <w:abstractNumId w:val="12"/>
  </w:num>
  <w:num w:numId="40">
    <w:abstractNumId w:val="33"/>
  </w:num>
  <w:num w:numId="41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367C"/>
    <w:rsid w:val="00003E9A"/>
    <w:rsid w:val="000042E5"/>
    <w:rsid w:val="00004F45"/>
    <w:rsid w:val="000054FB"/>
    <w:rsid w:val="00007BCD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9"/>
    <w:rsid w:val="00023DAD"/>
    <w:rsid w:val="0002583B"/>
    <w:rsid w:val="00026241"/>
    <w:rsid w:val="00026285"/>
    <w:rsid w:val="000262E5"/>
    <w:rsid w:val="00026641"/>
    <w:rsid w:val="00027CBB"/>
    <w:rsid w:val="00030134"/>
    <w:rsid w:val="0003036A"/>
    <w:rsid w:val="00031A27"/>
    <w:rsid w:val="00032B2F"/>
    <w:rsid w:val="00032F71"/>
    <w:rsid w:val="00032FA0"/>
    <w:rsid w:val="0003377D"/>
    <w:rsid w:val="00033FBC"/>
    <w:rsid w:val="000344CA"/>
    <w:rsid w:val="00036B90"/>
    <w:rsid w:val="00036C15"/>
    <w:rsid w:val="00040334"/>
    <w:rsid w:val="0004034C"/>
    <w:rsid w:val="00040CA5"/>
    <w:rsid w:val="000413EE"/>
    <w:rsid w:val="00042FA4"/>
    <w:rsid w:val="00043AC7"/>
    <w:rsid w:val="00043B5F"/>
    <w:rsid w:val="000447EC"/>
    <w:rsid w:val="000464BF"/>
    <w:rsid w:val="00050F43"/>
    <w:rsid w:val="00051211"/>
    <w:rsid w:val="00052BDA"/>
    <w:rsid w:val="00052F0E"/>
    <w:rsid w:val="00054CC4"/>
    <w:rsid w:val="00055E3D"/>
    <w:rsid w:val="00056052"/>
    <w:rsid w:val="00056AA0"/>
    <w:rsid w:val="000607F8"/>
    <w:rsid w:val="000624BA"/>
    <w:rsid w:val="000628DF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2953"/>
    <w:rsid w:val="00083B31"/>
    <w:rsid w:val="00083E4F"/>
    <w:rsid w:val="000859E1"/>
    <w:rsid w:val="00085E35"/>
    <w:rsid w:val="0008666C"/>
    <w:rsid w:val="00087266"/>
    <w:rsid w:val="0008781A"/>
    <w:rsid w:val="00087BF5"/>
    <w:rsid w:val="00090B7F"/>
    <w:rsid w:val="00090C0E"/>
    <w:rsid w:val="0009135E"/>
    <w:rsid w:val="00093C3D"/>
    <w:rsid w:val="000948FE"/>
    <w:rsid w:val="00094BC7"/>
    <w:rsid w:val="000A04C7"/>
    <w:rsid w:val="000A0520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5E4"/>
    <w:rsid w:val="000B168A"/>
    <w:rsid w:val="000B2163"/>
    <w:rsid w:val="000B2D90"/>
    <w:rsid w:val="000B329E"/>
    <w:rsid w:val="000B35B7"/>
    <w:rsid w:val="000B394D"/>
    <w:rsid w:val="000B4633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B70"/>
    <w:rsid w:val="000D029F"/>
    <w:rsid w:val="000D34C8"/>
    <w:rsid w:val="000D3AE9"/>
    <w:rsid w:val="000D524E"/>
    <w:rsid w:val="000D5772"/>
    <w:rsid w:val="000D5861"/>
    <w:rsid w:val="000D6064"/>
    <w:rsid w:val="000D6585"/>
    <w:rsid w:val="000D7D5C"/>
    <w:rsid w:val="000D7FF7"/>
    <w:rsid w:val="000E26D4"/>
    <w:rsid w:val="000E3A8E"/>
    <w:rsid w:val="000E4525"/>
    <w:rsid w:val="000E4BEB"/>
    <w:rsid w:val="000E4DF4"/>
    <w:rsid w:val="000E527F"/>
    <w:rsid w:val="000E604A"/>
    <w:rsid w:val="000E631C"/>
    <w:rsid w:val="000E7899"/>
    <w:rsid w:val="000F131B"/>
    <w:rsid w:val="000F254E"/>
    <w:rsid w:val="000F27D3"/>
    <w:rsid w:val="000F2B57"/>
    <w:rsid w:val="000F3ED6"/>
    <w:rsid w:val="000F479F"/>
    <w:rsid w:val="000F4873"/>
    <w:rsid w:val="000F53F0"/>
    <w:rsid w:val="000F672B"/>
    <w:rsid w:val="000F6925"/>
    <w:rsid w:val="000F7D0D"/>
    <w:rsid w:val="001007F3"/>
    <w:rsid w:val="0010096A"/>
    <w:rsid w:val="00100AAE"/>
    <w:rsid w:val="00101075"/>
    <w:rsid w:val="001028E4"/>
    <w:rsid w:val="00102938"/>
    <w:rsid w:val="00102F69"/>
    <w:rsid w:val="0010596C"/>
    <w:rsid w:val="00105C2B"/>
    <w:rsid w:val="00107596"/>
    <w:rsid w:val="00111CB7"/>
    <w:rsid w:val="00113158"/>
    <w:rsid w:val="00113378"/>
    <w:rsid w:val="00113A04"/>
    <w:rsid w:val="001158A4"/>
    <w:rsid w:val="00115A13"/>
    <w:rsid w:val="00115A7F"/>
    <w:rsid w:val="001169C1"/>
    <w:rsid w:val="0011769E"/>
    <w:rsid w:val="001214AE"/>
    <w:rsid w:val="00121D7A"/>
    <w:rsid w:val="00121DFA"/>
    <w:rsid w:val="001224F2"/>
    <w:rsid w:val="001233A5"/>
    <w:rsid w:val="001246DC"/>
    <w:rsid w:val="00125653"/>
    <w:rsid w:val="00126861"/>
    <w:rsid w:val="0013077B"/>
    <w:rsid w:val="00130885"/>
    <w:rsid w:val="00130B0A"/>
    <w:rsid w:val="00130B2E"/>
    <w:rsid w:val="00131B1A"/>
    <w:rsid w:val="00132070"/>
    <w:rsid w:val="00132220"/>
    <w:rsid w:val="001328E3"/>
    <w:rsid w:val="001348DC"/>
    <w:rsid w:val="00134F46"/>
    <w:rsid w:val="00136AAF"/>
    <w:rsid w:val="00136B49"/>
    <w:rsid w:val="00136E40"/>
    <w:rsid w:val="001378B4"/>
    <w:rsid w:val="00141692"/>
    <w:rsid w:val="00142BF5"/>
    <w:rsid w:val="001430DF"/>
    <w:rsid w:val="001446D9"/>
    <w:rsid w:val="0014471B"/>
    <w:rsid w:val="00144A01"/>
    <w:rsid w:val="00144CE5"/>
    <w:rsid w:val="001455E9"/>
    <w:rsid w:val="00146165"/>
    <w:rsid w:val="00146731"/>
    <w:rsid w:val="00153966"/>
    <w:rsid w:val="00154E94"/>
    <w:rsid w:val="0015520D"/>
    <w:rsid w:val="00157047"/>
    <w:rsid w:val="00157C48"/>
    <w:rsid w:val="00160E86"/>
    <w:rsid w:val="001618FB"/>
    <w:rsid w:val="001628D4"/>
    <w:rsid w:val="00162A1B"/>
    <w:rsid w:val="001631C9"/>
    <w:rsid w:val="00163DD4"/>
    <w:rsid w:val="00164485"/>
    <w:rsid w:val="0016496C"/>
    <w:rsid w:val="00164A91"/>
    <w:rsid w:val="001675B7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CD2"/>
    <w:rsid w:val="00173F7F"/>
    <w:rsid w:val="001745D9"/>
    <w:rsid w:val="001749F1"/>
    <w:rsid w:val="00174C07"/>
    <w:rsid w:val="0017552F"/>
    <w:rsid w:val="00175908"/>
    <w:rsid w:val="00176944"/>
    <w:rsid w:val="00181010"/>
    <w:rsid w:val="00182247"/>
    <w:rsid w:val="00182281"/>
    <w:rsid w:val="00182FB1"/>
    <w:rsid w:val="001838D0"/>
    <w:rsid w:val="001838D7"/>
    <w:rsid w:val="00183AF1"/>
    <w:rsid w:val="00183B58"/>
    <w:rsid w:val="00183BCE"/>
    <w:rsid w:val="0018402F"/>
    <w:rsid w:val="001847D7"/>
    <w:rsid w:val="00185D0F"/>
    <w:rsid w:val="00186051"/>
    <w:rsid w:val="001863A2"/>
    <w:rsid w:val="00190623"/>
    <w:rsid w:val="00193F84"/>
    <w:rsid w:val="001947C6"/>
    <w:rsid w:val="00195771"/>
    <w:rsid w:val="0019647A"/>
    <w:rsid w:val="00196496"/>
    <w:rsid w:val="001A0EEE"/>
    <w:rsid w:val="001A1970"/>
    <w:rsid w:val="001A2A31"/>
    <w:rsid w:val="001A2F34"/>
    <w:rsid w:val="001A3473"/>
    <w:rsid w:val="001A4B80"/>
    <w:rsid w:val="001A585C"/>
    <w:rsid w:val="001A5D19"/>
    <w:rsid w:val="001A70D6"/>
    <w:rsid w:val="001B0A67"/>
    <w:rsid w:val="001B123A"/>
    <w:rsid w:val="001B2688"/>
    <w:rsid w:val="001B3882"/>
    <w:rsid w:val="001B3D0F"/>
    <w:rsid w:val="001B47E6"/>
    <w:rsid w:val="001B5F4E"/>
    <w:rsid w:val="001B6682"/>
    <w:rsid w:val="001B700C"/>
    <w:rsid w:val="001C04BE"/>
    <w:rsid w:val="001C2483"/>
    <w:rsid w:val="001C2DEF"/>
    <w:rsid w:val="001C4858"/>
    <w:rsid w:val="001C6855"/>
    <w:rsid w:val="001C7260"/>
    <w:rsid w:val="001C7D2D"/>
    <w:rsid w:val="001D1D34"/>
    <w:rsid w:val="001D2473"/>
    <w:rsid w:val="001D6E8E"/>
    <w:rsid w:val="001D75DE"/>
    <w:rsid w:val="001E0D02"/>
    <w:rsid w:val="001E158E"/>
    <w:rsid w:val="001E210B"/>
    <w:rsid w:val="001E69E6"/>
    <w:rsid w:val="001E7B81"/>
    <w:rsid w:val="001F177B"/>
    <w:rsid w:val="001F1960"/>
    <w:rsid w:val="001F1B50"/>
    <w:rsid w:val="001F308F"/>
    <w:rsid w:val="001F3101"/>
    <w:rsid w:val="001F4EFB"/>
    <w:rsid w:val="001F5A03"/>
    <w:rsid w:val="001F6207"/>
    <w:rsid w:val="001F7118"/>
    <w:rsid w:val="001F72BA"/>
    <w:rsid w:val="001F7CAC"/>
    <w:rsid w:val="001F7F22"/>
    <w:rsid w:val="00200288"/>
    <w:rsid w:val="002008CA"/>
    <w:rsid w:val="0020166A"/>
    <w:rsid w:val="00203FB3"/>
    <w:rsid w:val="002051CF"/>
    <w:rsid w:val="002061DB"/>
    <w:rsid w:val="0020648B"/>
    <w:rsid w:val="00206FAA"/>
    <w:rsid w:val="00207266"/>
    <w:rsid w:val="00207FCE"/>
    <w:rsid w:val="00211158"/>
    <w:rsid w:val="002113B2"/>
    <w:rsid w:val="002118C9"/>
    <w:rsid w:val="0021194B"/>
    <w:rsid w:val="0021240B"/>
    <w:rsid w:val="002141B4"/>
    <w:rsid w:val="00214FDB"/>
    <w:rsid w:val="0021668F"/>
    <w:rsid w:val="002177FF"/>
    <w:rsid w:val="00217F26"/>
    <w:rsid w:val="00217FF9"/>
    <w:rsid w:val="002206FA"/>
    <w:rsid w:val="00221656"/>
    <w:rsid w:val="00222DAD"/>
    <w:rsid w:val="0022393D"/>
    <w:rsid w:val="00223D65"/>
    <w:rsid w:val="002245E0"/>
    <w:rsid w:val="00224E63"/>
    <w:rsid w:val="00230063"/>
    <w:rsid w:val="00230F80"/>
    <w:rsid w:val="002321BB"/>
    <w:rsid w:val="00235D3E"/>
    <w:rsid w:val="00236156"/>
    <w:rsid w:val="00236628"/>
    <w:rsid w:val="00241414"/>
    <w:rsid w:val="0024245F"/>
    <w:rsid w:val="00243C32"/>
    <w:rsid w:val="0024454B"/>
    <w:rsid w:val="00245CC6"/>
    <w:rsid w:val="00245FA6"/>
    <w:rsid w:val="00245FFB"/>
    <w:rsid w:val="00246041"/>
    <w:rsid w:val="00246451"/>
    <w:rsid w:val="0024707F"/>
    <w:rsid w:val="00250FEA"/>
    <w:rsid w:val="00251865"/>
    <w:rsid w:val="002526E8"/>
    <w:rsid w:val="00252B16"/>
    <w:rsid w:val="00253144"/>
    <w:rsid w:val="0025411A"/>
    <w:rsid w:val="0025445D"/>
    <w:rsid w:val="00254951"/>
    <w:rsid w:val="002560A4"/>
    <w:rsid w:val="00257619"/>
    <w:rsid w:val="00261887"/>
    <w:rsid w:val="00263C4D"/>
    <w:rsid w:val="002642C2"/>
    <w:rsid w:val="0026547B"/>
    <w:rsid w:val="00265572"/>
    <w:rsid w:val="0026629E"/>
    <w:rsid w:val="00266F7F"/>
    <w:rsid w:val="002704D2"/>
    <w:rsid w:val="00270913"/>
    <w:rsid w:val="00271550"/>
    <w:rsid w:val="00272A8D"/>
    <w:rsid w:val="00272D88"/>
    <w:rsid w:val="002744B4"/>
    <w:rsid w:val="0027467C"/>
    <w:rsid w:val="0027554C"/>
    <w:rsid w:val="00275A4C"/>
    <w:rsid w:val="00275D36"/>
    <w:rsid w:val="00276456"/>
    <w:rsid w:val="00277333"/>
    <w:rsid w:val="00277D69"/>
    <w:rsid w:val="00280F3C"/>
    <w:rsid w:val="00281429"/>
    <w:rsid w:val="0028150D"/>
    <w:rsid w:val="00281BEC"/>
    <w:rsid w:val="00282080"/>
    <w:rsid w:val="00285661"/>
    <w:rsid w:val="002858E2"/>
    <w:rsid w:val="002875DB"/>
    <w:rsid w:val="00291646"/>
    <w:rsid w:val="00291E30"/>
    <w:rsid w:val="00292893"/>
    <w:rsid w:val="00294F3F"/>
    <w:rsid w:val="002951C7"/>
    <w:rsid w:val="002952E7"/>
    <w:rsid w:val="00295322"/>
    <w:rsid w:val="00295BA8"/>
    <w:rsid w:val="00297037"/>
    <w:rsid w:val="002976EF"/>
    <w:rsid w:val="00297A64"/>
    <w:rsid w:val="002A1AFD"/>
    <w:rsid w:val="002A1BEA"/>
    <w:rsid w:val="002A268E"/>
    <w:rsid w:val="002A2A80"/>
    <w:rsid w:val="002A2B13"/>
    <w:rsid w:val="002A2E88"/>
    <w:rsid w:val="002A4BBA"/>
    <w:rsid w:val="002A54A1"/>
    <w:rsid w:val="002A6F8E"/>
    <w:rsid w:val="002A781D"/>
    <w:rsid w:val="002B1E29"/>
    <w:rsid w:val="002B2855"/>
    <w:rsid w:val="002B2A70"/>
    <w:rsid w:val="002B2B4C"/>
    <w:rsid w:val="002B3328"/>
    <w:rsid w:val="002B485C"/>
    <w:rsid w:val="002B4D56"/>
    <w:rsid w:val="002B5BBF"/>
    <w:rsid w:val="002B657A"/>
    <w:rsid w:val="002B662C"/>
    <w:rsid w:val="002B7D71"/>
    <w:rsid w:val="002C0AF0"/>
    <w:rsid w:val="002C1AAC"/>
    <w:rsid w:val="002C39AC"/>
    <w:rsid w:val="002C4E61"/>
    <w:rsid w:val="002C5D4B"/>
    <w:rsid w:val="002C659C"/>
    <w:rsid w:val="002C73EC"/>
    <w:rsid w:val="002C7CD7"/>
    <w:rsid w:val="002D3ADA"/>
    <w:rsid w:val="002D47EC"/>
    <w:rsid w:val="002D4BC8"/>
    <w:rsid w:val="002D7554"/>
    <w:rsid w:val="002E0091"/>
    <w:rsid w:val="002E016E"/>
    <w:rsid w:val="002E1FFE"/>
    <w:rsid w:val="002E259B"/>
    <w:rsid w:val="002E2642"/>
    <w:rsid w:val="002E3620"/>
    <w:rsid w:val="002E58DB"/>
    <w:rsid w:val="002E59D0"/>
    <w:rsid w:val="002E5EC0"/>
    <w:rsid w:val="002E60A2"/>
    <w:rsid w:val="002E6ABE"/>
    <w:rsid w:val="002E6B55"/>
    <w:rsid w:val="002E6CB5"/>
    <w:rsid w:val="002E6FB3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2F7D2D"/>
    <w:rsid w:val="003000B5"/>
    <w:rsid w:val="00300B8D"/>
    <w:rsid w:val="003017A7"/>
    <w:rsid w:val="00302068"/>
    <w:rsid w:val="00303F33"/>
    <w:rsid w:val="00305982"/>
    <w:rsid w:val="00305E43"/>
    <w:rsid w:val="0030638C"/>
    <w:rsid w:val="00307751"/>
    <w:rsid w:val="003109A1"/>
    <w:rsid w:val="00310F5D"/>
    <w:rsid w:val="0031334C"/>
    <w:rsid w:val="003136D6"/>
    <w:rsid w:val="00313A5C"/>
    <w:rsid w:val="00314592"/>
    <w:rsid w:val="00314A37"/>
    <w:rsid w:val="00315355"/>
    <w:rsid w:val="00315367"/>
    <w:rsid w:val="0031677B"/>
    <w:rsid w:val="00316F6E"/>
    <w:rsid w:val="00317A99"/>
    <w:rsid w:val="00317DAA"/>
    <w:rsid w:val="00321C7E"/>
    <w:rsid w:val="003226A0"/>
    <w:rsid w:val="003228F9"/>
    <w:rsid w:val="00322A4B"/>
    <w:rsid w:val="003235F1"/>
    <w:rsid w:val="00323BC7"/>
    <w:rsid w:val="0032780C"/>
    <w:rsid w:val="003311EE"/>
    <w:rsid w:val="00332291"/>
    <w:rsid w:val="003326B2"/>
    <w:rsid w:val="00332C8D"/>
    <w:rsid w:val="00332DC3"/>
    <w:rsid w:val="003332CB"/>
    <w:rsid w:val="003340AF"/>
    <w:rsid w:val="00334702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3926"/>
    <w:rsid w:val="00344702"/>
    <w:rsid w:val="00346FC7"/>
    <w:rsid w:val="00350091"/>
    <w:rsid w:val="00351EDA"/>
    <w:rsid w:val="003526F1"/>
    <w:rsid w:val="003529B4"/>
    <w:rsid w:val="00353AC3"/>
    <w:rsid w:val="00354B29"/>
    <w:rsid w:val="0035641D"/>
    <w:rsid w:val="00356D93"/>
    <w:rsid w:val="003579C0"/>
    <w:rsid w:val="003601B3"/>
    <w:rsid w:val="0036097E"/>
    <w:rsid w:val="00360B49"/>
    <w:rsid w:val="00360E0F"/>
    <w:rsid w:val="00361A56"/>
    <w:rsid w:val="00361A95"/>
    <w:rsid w:val="00361B5F"/>
    <w:rsid w:val="003624E1"/>
    <w:rsid w:val="003629D7"/>
    <w:rsid w:val="00362E09"/>
    <w:rsid w:val="00362F1F"/>
    <w:rsid w:val="003637A7"/>
    <w:rsid w:val="003643F1"/>
    <w:rsid w:val="00364CD5"/>
    <w:rsid w:val="003678F4"/>
    <w:rsid w:val="00367F25"/>
    <w:rsid w:val="00370CAB"/>
    <w:rsid w:val="0037376C"/>
    <w:rsid w:val="00373BD4"/>
    <w:rsid w:val="00373FA7"/>
    <w:rsid w:val="00375EF3"/>
    <w:rsid w:val="00376237"/>
    <w:rsid w:val="00376AEF"/>
    <w:rsid w:val="003778BC"/>
    <w:rsid w:val="0038023D"/>
    <w:rsid w:val="00381D06"/>
    <w:rsid w:val="00381F44"/>
    <w:rsid w:val="00385D0F"/>
    <w:rsid w:val="003865D9"/>
    <w:rsid w:val="00387FC6"/>
    <w:rsid w:val="0039096B"/>
    <w:rsid w:val="00392514"/>
    <w:rsid w:val="0039263C"/>
    <w:rsid w:val="00392B4B"/>
    <w:rsid w:val="003933BE"/>
    <w:rsid w:val="00394C22"/>
    <w:rsid w:val="003A0198"/>
    <w:rsid w:val="003A053D"/>
    <w:rsid w:val="003A3C53"/>
    <w:rsid w:val="003A4D9D"/>
    <w:rsid w:val="003A4F97"/>
    <w:rsid w:val="003A51D9"/>
    <w:rsid w:val="003A6727"/>
    <w:rsid w:val="003A6810"/>
    <w:rsid w:val="003A6880"/>
    <w:rsid w:val="003A7BAF"/>
    <w:rsid w:val="003A7F0D"/>
    <w:rsid w:val="003B014E"/>
    <w:rsid w:val="003B0354"/>
    <w:rsid w:val="003B11BD"/>
    <w:rsid w:val="003B234B"/>
    <w:rsid w:val="003B3AAB"/>
    <w:rsid w:val="003B69E2"/>
    <w:rsid w:val="003B6F2A"/>
    <w:rsid w:val="003B7DFF"/>
    <w:rsid w:val="003C097D"/>
    <w:rsid w:val="003C0A84"/>
    <w:rsid w:val="003C0BD3"/>
    <w:rsid w:val="003C181F"/>
    <w:rsid w:val="003C1C99"/>
    <w:rsid w:val="003C1F1D"/>
    <w:rsid w:val="003C3EEC"/>
    <w:rsid w:val="003C4ACB"/>
    <w:rsid w:val="003C506A"/>
    <w:rsid w:val="003C6528"/>
    <w:rsid w:val="003C6DDE"/>
    <w:rsid w:val="003C7125"/>
    <w:rsid w:val="003C7299"/>
    <w:rsid w:val="003C7AA1"/>
    <w:rsid w:val="003D0EC2"/>
    <w:rsid w:val="003D1EC8"/>
    <w:rsid w:val="003D2201"/>
    <w:rsid w:val="003D293D"/>
    <w:rsid w:val="003D2F51"/>
    <w:rsid w:val="003D3825"/>
    <w:rsid w:val="003D3B98"/>
    <w:rsid w:val="003D3E49"/>
    <w:rsid w:val="003D555A"/>
    <w:rsid w:val="003E254D"/>
    <w:rsid w:val="003E4FE8"/>
    <w:rsid w:val="003F2DEA"/>
    <w:rsid w:val="003F45F2"/>
    <w:rsid w:val="003F513A"/>
    <w:rsid w:val="003F5CDC"/>
    <w:rsid w:val="003F6626"/>
    <w:rsid w:val="003F67C3"/>
    <w:rsid w:val="003F6D70"/>
    <w:rsid w:val="003F7EEE"/>
    <w:rsid w:val="00401599"/>
    <w:rsid w:val="00403088"/>
    <w:rsid w:val="0040330F"/>
    <w:rsid w:val="00403F4F"/>
    <w:rsid w:val="00404CA2"/>
    <w:rsid w:val="00406229"/>
    <w:rsid w:val="00406B17"/>
    <w:rsid w:val="004101CB"/>
    <w:rsid w:val="0041122C"/>
    <w:rsid w:val="00413AF7"/>
    <w:rsid w:val="00413D9F"/>
    <w:rsid w:val="00414840"/>
    <w:rsid w:val="004167B7"/>
    <w:rsid w:val="00416C74"/>
    <w:rsid w:val="00417492"/>
    <w:rsid w:val="00417BBA"/>
    <w:rsid w:val="00417CA1"/>
    <w:rsid w:val="004201B0"/>
    <w:rsid w:val="004202A9"/>
    <w:rsid w:val="00421B0C"/>
    <w:rsid w:val="0042355D"/>
    <w:rsid w:val="00423A37"/>
    <w:rsid w:val="00424600"/>
    <w:rsid w:val="00427037"/>
    <w:rsid w:val="00427C7F"/>
    <w:rsid w:val="00427EFC"/>
    <w:rsid w:val="00431A31"/>
    <w:rsid w:val="00431C86"/>
    <w:rsid w:val="00432456"/>
    <w:rsid w:val="00433DA4"/>
    <w:rsid w:val="00434CA6"/>
    <w:rsid w:val="00435932"/>
    <w:rsid w:val="00440C60"/>
    <w:rsid w:val="00441368"/>
    <w:rsid w:val="00441CD1"/>
    <w:rsid w:val="00445E1E"/>
    <w:rsid w:val="004475DF"/>
    <w:rsid w:val="004503DC"/>
    <w:rsid w:val="004503F2"/>
    <w:rsid w:val="00450758"/>
    <w:rsid w:val="00450830"/>
    <w:rsid w:val="0045122A"/>
    <w:rsid w:val="00451782"/>
    <w:rsid w:val="00451B49"/>
    <w:rsid w:val="004529B0"/>
    <w:rsid w:val="00452AE6"/>
    <w:rsid w:val="00452C3F"/>
    <w:rsid w:val="0045353A"/>
    <w:rsid w:val="00453ADB"/>
    <w:rsid w:val="00453B92"/>
    <w:rsid w:val="00454407"/>
    <w:rsid w:val="0045473E"/>
    <w:rsid w:val="00454EED"/>
    <w:rsid w:val="00455CAF"/>
    <w:rsid w:val="00456363"/>
    <w:rsid w:val="00456EF7"/>
    <w:rsid w:val="00457385"/>
    <w:rsid w:val="00461198"/>
    <w:rsid w:val="00462FF1"/>
    <w:rsid w:val="00463208"/>
    <w:rsid w:val="004644C4"/>
    <w:rsid w:val="00466070"/>
    <w:rsid w:val="00466A3A"/>
    <w:rsid w:val="004672DA"/>
    <w:rsid w:val="00470B3B"/>
    <w:rsid w:val="00470F33"/>
    <w:rsid w:val="00471C61"/>
    <w:rsid w:val="0047283F"/>
    <w:rsid w:val="004729B8"/>
    <w:rsid w:val="00472FB4"/>
    <w:rsid w:val="00473003"/>
    <w:rsid w:val="00473266"/>
    <w:rsid w:val="00473C2F"/>
    <w:rsid w:val="00473D8F"/>
    <w:rsid w:val="004751D3"/>
    <w:rsid w:val="00475D26"/>
    <w:rsid w:val="00475E6A"/>
    <w:rsid w:val="00477FC0"/>
    <w:rsid w:val="00480F45"/>
    <w:rsid w:val="00481BC3"/>
    <w:rsid w:val="00481DD5"/>
    <w:rsid w:val="00482F83"/>
    <w:rsid w:val="0048376B"/>
    <w:rsid w:val="00483E9E"/>
    <w:rsid w:val="0048583B"/>
    <w:rsid w:val="00486728"/>
    <w:rsid w:val="00486A25"/>
    <w:rsid w:val="00486FF1"/>
    <w:rsid w:val="00487EF7"/>
    <w:rsid w:val="00490715"/>
    <w:rsid w:val="00490BA4"/>
    <w:rsid w:val="00491076"/>
    <w:rsid w:val="00491748"/>
    <w:rsid w:val="00492925"/>
    <w:rsid w:val="00492B18"/>
    <w:rsid w:val="0049424B"/>
    <w:rsid w:val="0049453C"/>
    <w:rsid w:val="00494E18"/>
    <w:rsid w:val="00495CDC"/>
    <w:rsid w:val="00497DF4"/>
    <w:rsid w:val="004A0180"/>
    <w:rsid w:val="004A0B3F"/>
    <w:rsid w:val="004A0BFB"/>
    <w:rsid w:val="004A0FBB"/>
    <w:rsid w:val="004A1C77"/>
    <w:rsid w:val="004A2A8C"/>
    <w:rsid w:val="004A39B8"/>
    <w:rsid w:val="004A4167"/>
    <w:rsid w:val="004A4CDF"/>
    <w:rsid w:val="004A551A"/>
    <w:rsid w:val="004A57D6"/>
    <w:rsid w:val="004B03A7"/>
    <w:rsid w:val="004B1617"/>
    <w:rsid w:val="004B20CF"/>
    <w:rsid w:val="004B22E6"/>
    <w:rsid w:val="004B2422"/>
    <w:rsid w:val="004B33C7"/>
    <w:rsid w:val="004B5982"/>
    <w:rsid w:val="004B59D2"/>
    <w:rsid w:val="004B7E76"/>
    <w:rsid w:val="004C06D0"/>
    <w:rsid w:val="004C19B1"/>
    <w:rsid w:val="004C4298"/>
    <w:rsid w:val="004C4DDF"/>
    <w:rsid w:val="004C5A00"/>
    <w:rsid w:val="004C7329"/>
    <w:rsid w:val="004D0A5E"/>
    <w:rsid w:val="004D1A9B"/>
    <w:rsid w:val="004D2F48"/>
    <w:rsid w:val="004D40E7"/>
    <w:rsid w:val="004D4149"/>
    <w:rsid w:val="004D5583"/>
    <w:rsid w:val="004D7D8E"/>
    <w:rsid w:val="004E0437"/>
    <w:rsid w:val="004E0ACC"/>
    <w:rsid w:val="004E3102"/>
    <w:rsid w:val="004E3CF3"/>
    <w:rsid w:val="004E3F3D"/>
    <w:rsid w:val="004E434C"/>
    <w:rsid w:val="004E463A"/>
    <w:rsid w:val="004E493F"/>
    <w:rsid w:val="004E7CAC"/>
    <w:rsid w:val="004F007D"/>
    <w:rsid w:val="004F0778"/>
    <w:rsid w:val="004F0924"/>
    <w:rsid w:val="004F1017"/>
    <w:rsid w:val="004F42AD"/>
    <w:rsid w:val="004F4716"/>
    <w:rsid w:val="004F4B36"/>
    <w:rsid w:val="004F5AF7"/>
    <w:rsid w:val="004F6007"/>
    <w:rsid w:val="004F742E"/>
    <w:rsid w:val="004F7FEB"/>
    <w:rsid w:val="00500ED4"/>
    <w:rsid w:val="00501697"/>
    <w:rsid w:val="00501E64"/>
    <w:rsid w:val="00504A71"/>
    <w:rsid w:val="005058E4"/>
    <w:rsid w:val="0050642F"/>
    <w:rsid w:val="00510693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658A"/>
    <w:rsid w:val="00527A8E"/>
    <w:rsid w:val="00527FC3"/>
    <w:rsid w:val="0053138E"/>
    <w:rsid w:val="0053198C"/>
    <w:rsid w:val="00532514"/>
    <w:rsid w:val="005328B4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015"/>
    <w:rsid w:val="005538E3"/>
    <w:rsid w:val="00553ACF"/>
    <w:rsid w:val="00553B84"/>
    <w:rsid w:val="00554786"/>
    <w:rsid w:val="00554CB8"/>
    <w:rsid w:val="0055671E"/>
    <w:rsid w:val="0056071E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675EF"/>
    <w:rsid w:val="005718DF"/>
    <w:rsid w:val="00572F91"/>
    <w:rsid w:val="00573D48"/>
    <w:rsid w:val="00574077"/>
    <w:rsid w:val="005751DC"/>
    <w:rsid w:val="0057572F"/>
    <w:rsid w:val="00575745"/>
    <w:rsid w:val="005757E7"/>
    <w:rsid w:val="00575CBD"/>
    <w:rsid w:val="005765F6"/>
    <w:rsid w:val="00576A3F"/>
    <w:rsid w:val="0057758E"/>
    <w:rsid w:val="005800C1"/>
    <w:rsid w:val="00580D5E"/>
    <w:rsid w:val="00584892"/>
    <w:rsid w:val="005848DE"/>
    <w:rsid w:val="00584A13"/>
    <w:rsid w:val="00586262"/>
    <w:rsid w:val="00586341"/>
    <w:rsid w:val="0058675F"/>
    <w:rsid w:val="00591082"/>
    <w:rsid w:val="00591607"/>
    <w:rsid w:val="00592276"/>
    <w:rsid w:val="00595923"/>
    <w:rsid w:val="00596506"/>
    <w:rsid w:val="00596E34"/>
    <w:rsid w:val="005A303C"/>
    <w:rsid w:val="005B0419"/>
    <w:rsid w:val="005B09B7"/>
    <w:rsid w:val="005B0BA8"/>
    <w:rsid w:val="005B10A4"/>
    <w:rsid w:val="005B1769"/>
    <w:rsid w:val="005B208E"/>
    <w:rsid w:val="005B2206"/>
    <w:rsid w:val="005B24E1"/>
    <w:rsid w:val="005B3441"/>
    <w:rsid w:val="005B3E76"/>
    <w:rsid w:val="005C2198"/>
    <w:rsid w:val="005C4666"/>
    <w:rsid w:val="005C4AA0"/>
    <w:rsid w:val="005C6449"/>
    <w:rsid w:val="005C7050"/>
    <w:rsid w:val="005C771B"/>
    <w:rsid w:val="005D0EF5"/>
    <w:rsid w:val="005D1362"/>
    <w:rsid w:val="005D1663"/>
    <w:rsid w:val="005D21A3"/>
    <w:rsid w:val="005D3140"/>
    <w:rsid w:val="005D4013"/>
    <w:rsid w:val="005D59E6"/>
    <w:rsid w:val="005E0DC4"/>
    <w:rsid w:val="005E1771"/>
    <w:rsid w:val="005E6608"/>
    <w:rsid w:val="005E71AB"/>
    <w:rsid w:val="005E72F2"/>
    <w:rsid w:val="005E7A63"/>
    <w:rsid w:val="005E7EC6"/>
    <w:rsid w:val="005F114C"/>
    <w:rsid w:val="005F3776"/>
    <w:rsid w:val="005F4D79"/>
    <w:rsid w:val="005F4DDB"/>
    <w:rsid w:val="005F4F9C"/>
    <w:rsid w:val="005F6493"/>
    <w:rsid w:val="005F64E8"/>
    <w:rsid w:val="005F6B12"/>
    <w:rsid w:val="005F7B71"/>
    <w:rsid w:val="00600B6E"/>
    <w:rsid w:val="00600F60"/>
    <w:rsid w:val="0060176F"/>
    <w:rsid w:val="0060178F"/>
    <w:rsid w:val="0060328A"/>
    <w:rsid w:val="00603BD6"/>
    <w:rsid w:val="00604678"/>
    <w:rsid w:val="00604AA6"/>
    <w:rsid w:val="00604BA6"/>
    <w:rsid w:val="00604C6A"/>
    <w:rsid w:val="00604DE2"/>
    <w:rsid w:val="006054E3"/>
    <w:rsid w:val="00607006"/>
    <w:rsid w:val="00610EE7"/>
    <w:rsid w:val="00612C81"/>
    <w:rsid w:val="006133F0"/>
    <w:rsid w:val="006138B0"/>
    <w:rsid w:val="0061423B"/>
    <w:rsid w:val="00614398"/>
    <w:rsid w:val="00617F2F"/>
    <w:rsid w:val="006200D8"/>
    <w:rsid w:val="00620DAC"/>
    <w:rsid w:val="00622388"/>
    <w:rsid w:val="00623E1F"/>
    <w:rsid w:val="00624A01"/>
    <w:rsid w:val="00630883"/>
    <w:rsid w:val="00630FC1"/>
    <w:rsid w:val="0063156F"/>
    <w:rsid w:val="006329AC"/>
    <w:rsid w:val="00632B3C"/>
    <w:rsid w:val="00632CA7"/>
    <w:rsid w:val="006333D2"/>
    <w:rsid w:val="00633461"/>
    <w:rsid w:val="006335CA"/>
    <w:rsid w:val="006338C7"/>
    <w:rsid w:val="00633D98"/>
    <w:rsid w:val="0063408F"/>
    <w:rsid w:val="00634307"/>
    <w:rsid w:val="0063515F"/>
    <w:rsid w:val="00636194"/>
    <w:rsid w:val="00636898"/>
    <w:rsid w:val="00636E2A"/>
    <w:rsid w:val="006376AE"/>
    <w:rsid w:val="0063773F"/>
    <w:rsid w:val="00637821"/>
    <w:rsid w:val="00640464"/>
    <w:rsid w:val="00640FC1"/>
    <w:rsid w:val="006420C7"/>
    <w:rsid w:val="006422ED"/>
    <w:rsid w:val="006431D6"/>
    <w:rsid w:val="00645906"/>
    <w:rsid w:val="0064712C"/>
    <w:rsid w:val="00647D5E"/>
    <w:rsid w:val="00650326"/>
    <w:rsid w:val="006526D5"/>
    <w:rsid w:val="006528F2"/>
    <w:rsid w:val="00653CC8"/>
    <w:rsid w:val="0065400A"/>
    <w:rsid w:val="00654548"/>
    <w:rsid w:val="00654AB1"/>
    <w:rsid w:val="00656120"/>
    <w:rsid w:val="006561C8"/>
    <w:rsid w:val="00657F47"/>
    <w:rsid w:val="00660AF3"/>
    <w:rsid w:val="0066114A"/>
    <w:rsid w:val="00663732"/>
    <w:rsid w:val="00663AEA"/>
    <w:rsid w:val="006649BD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A"/>
    <w:rsid w:val="006747DB"/>
    <w:rsid w:val="0067634A"/>
    <w:rsid w:val="00677843"/>
    <w:rsid w:val="00677DD4"/>
    <w:rsid w:val="006816EF"/>
    <w:rsid w:val="00685566"/>
    <w:rsid w:val="0068649B"/>
    <w:rsid w:val="006866E3"/>
    <w:rsid w:val="00690471"/>
    <w:rsid w:val="006906BA"/>
    <w:rsid w:val="006926F5"/>
    <w:rsid w:val="00692B6A"/>
    <w:rsid w:val="00692FF1"/>
    <w:rsid w:val="00693F38"/>
    <w:rsid w:val="006A0B3C"/>
    <w:rsid w:val="006A0E91"/>
    <w:rsid w:val="006A1528"/>
    <w:rsid w:val="006A48C1"/>
    <w:rsid w:val="006A4D4E"/>
    <w:rsid w:val="006A4FE4"/>
    <w:rsid w:val="006A5370"/>
    <w:rsid w:val="006A5682"/>
    <w:rsid w:val="006A66CD"/>
    <w:rsid w:val="006A682A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C0293"/>
    <w:rsid w:val="006C10BD"/>
    <w:rsid w:val="006C18A4"/>
    <w:rsid w:val="006C2873"/>
    <w:rsid w:val="006C3DC1"/>
    <w:rsid w:val="006C413D"/>
    <w:rsid w:val="006C43BD"/>
    <w:rsid w:val="006C4D4A"/>
    <w:rsid w:val="006C505F"/>
    <w:rsid w:val="006C5461"/>
    <w:rsid w:val="006C6A54"/>
    <w:rsid w:val="006C6B3C"/>
    <w:rsid w:val="006C78B5"/>
    <w:rsid w:val="006C7FEB"/>
    <w:rsid w:val="006D1762"/>
    <w:rsid w:val="006D1783"/>
    <w:rsid w:val="006D1831"/>
    <w:rsid w:val="006D1926"/>
    <w:rsid w:val="006D24A4"/>
    <w:rsid w:val="006D3358"/>
    <w:rsid w:val="006D3463"/>
    <w:rsid w:val="006D44B5"/>
    <w:rsid w:val="006D48C2"/>
    <w:rsid w:val="006D57D6"/>
    <w:rsid w:val="006D658E"/>
    <w:rsid w:val="006D6C8B"/>
    <w:rsid w:val="006D773F"/>
    <w:rsid w:val="006D783C"/>
    <w:rsid w:val="006E07A2"/>
    <w:rsid w:val="006E2AC7"/>
    <w:rsid w:val="006E2E09"/>
    <w:rsid w:val="006E3656"/>
    <w:rsid w:val="006E3D03"/>
    <w:rsid w:val="006E4A3F"/>
    <w:rsid w:val="006E6323"/>
    <w:rsid w:val="006E6DE3"/>
    <w:rsid w:val="006E6F49"/>
    <w:rsid w:val="006E74B9"/>
    <w:rsid w:val="006E7C1C"/>
    <w:rsid w:val="006F06AA"/>
    <w:rsid w:val="006F06BA"/>
    <w:rsid w:val="006F23E2"/>
    <w:rsid w:val="006F2E35"/>
    <w:rsid w:val="006F3D5E"/>
    <w:rsid w:val="006F42E8"/>
    <w:rsid w:val="006F467F"/>
    <w:rsid w:val="006F5BD1"/>
    <w:rsid w:val="006F6C95"/>
    <w:rsid w:val="006F6FCF"/>
    <w:rsid w:val="006F7CD4"/>
    <w:rsid w:val="006F7DAE"/>
    <w:rsid w:val="006F7DDA"/>
    <w:rsid w:val="0070096D"/>
    <w:rsid w:val="007013D8"/>
    <w:rsid w:val="00701615"/>
    <w:rsid w:val="00705865"/>
    <w:rsid w:val="007058E2"/>
    <w:rsid w:val="00705AC2"/>
    <w:rsid w:val="00707345"/>
    <w:rsid w:val="00707DDF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051"/>
    <w:rsid w:val="00731C06"/>
    <w:rsid w:val="0073270F"/>
    <w:rsid w:val="00733171"/>
    <w:rsid w:val="00734817"/>
    <w:rsid w:val="00735B41"/>
    <w:rsid w:val="00737223"/>
    <w:rsid w:val="007372B1"/>
    <w:rsid w:val="0073796F"/>
    <w:rsid w:val="00737F3C"/>
    <w:rsid w:val="00740266"/>
    <w:rsid w:val="007405A0"/>
    <w:rsid w:val="00740CDD"/>
    <w:rsid w:val="00742352"/>
    <w:rsid w:val="007426D4"/>
    <w:rsid w:val="00744095"/>
    <w:rsid w:val="007454DB"/>
    <w:rsid w:val="00745698"/>
    <w:rsid w:val="00745989"/>
    <w:rsid w:val="00746248"/>
    <w:rsid w:val="00746613"/>
    <w:rsid w:val="00752A0D"/>
    <w:rsid w:val="00752BFA"/>
    <w:rsid w:val="00752EC4"/>
    <w:rsid w:val="00753E39"/>
    <w:rsid w:val="0075416A"/>
    <w:rsid w:val="00754F08"/>
    <w:rsid w:val="007551B5"/>
    <w:rsid w:val="00760809"/>
    <w:rsid w:val="0076095B"/>
    <w:rsid w:val="00760C54"/>
    <w:rsid w:val="00761591"/>
    <w:rsid w:val="0076197E"/>
    <w:rsid w:val="00761E18"/>
    <w:rsid w:val="00761FD2"/>
    <w:rsid w:val="00762121"/>
    <w:rsid w:val="00762637"/>
    <w:rsid w:val="007637EB"/>
    <w:rsid w:val="00763B27"/>
    <w:rsid w:val="00764176"/>
    <w:rsid w:val="00764991"/>
    <w:rsid w:val="00765F11"/>
    <w:rsid w:val="007664A2"/>
    <w:rsid w:val="007666EF"/>
    <w:rsid w:val="00770338"/>
    <w:rsid w:val="00774664"/>
    <w:rsid w:val="00776AB6"/>
    <w:rsid w:val="0077792E"/>
    <w:rsid w:val="00777A20"/>
    <w:rsid w:val="00781714"/>
    <w:rsid w:val="007817D2"/>
    <w:rsid w:val="00782B9C"/>
    <w:rsid w:val="0078565C"/>
    <w:rsid w:val="00786389"/>
    <w:rsid w:val="00786901"/>
    <w:rsid w:val="00787314"/>
    <w:rsid w:val="00787533"/>
    <w:rsid w:val="00791A15"/>
    <w:rsid w:val="00791DAE"/>
    <w:rsid w:val="007932C2"/>
    <w:rsid w:val="007933D1"/>
    <w:rsid w:val="007941D5"/>
    <w:rsid w:val="007944CC"/>
    <w:rsid w:val="0079486E"/>
    <w:rsid w:val="00794EDF"/>
    <w:rsid w:val="0079528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51D"/>
    <w:rsid w:val="007B6ED6"/>
    <w:rsid w:val="007B7783"/>
    <w:rsid w:val="007B77F3"/>
    <w:rsid w:val="007C0D73"/>
    <w:rsid w:val="007C17BD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74F"/>
    <w:rsid w:val="007D39BB"/>
    <w:rsid w:val="007D3E08"/>
    <w:rsid w:val="007D59D6"/>
    <w:rsid w:val="007D5C77"/>
    <w:rsid w:val="007D78A3"/>
    <w:rsid w:val="007D7FAF"/>
    <w:rsid w:val="007E0307"/>
    <w:rsid w:val="007E0F98"/>
    <w:rsid w:val="007E1CB3"/>
    <w:rsid w:val="007E1FDD"/>
    <w:rsid w:val="007E2257"/>
    <w:rsid w:val="007E2FC9"/>
    <w:rsid w:val="007E3AAC"/>
    <w:rsid w:val="007E3E1A"/>
    <w:rsid w:val="007E3E4B"/>
    <w:rsid w:val="007E4E02"/>
    <w:rsid w:val="007E4ED2"/>
    <w:rsid w:val="007E5C3D"/>
    <w:rsid w:val="007E723E"/>
    <w:rsid w:val="007F2EA8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2FC4"/>
    <w:rsid w:val="008143F2"/>
    <w:rsid w:val="0081546E"/>
    <w:rsid w:val="00815819"/>
    <w:rsid w:val="00815D59"/>
    <w:rsid w:val="00815FF7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A1C"/>
    <w:rsid w:val="00832BE7"/>
    <w:rsid w:val="00833BF4"/>
    <w:rsid w:val="00834AFF"/>
    <w:rsid w:val="0083550F"/>
    <w:rsid w:val="008355EE"/>
    <w:rsid w:val="00836DA0"/>
    <w:rsid w:val="0083770C"/>
    <w:rsid w:val="00837B38"/>
    <w:rsid w:val="00840103"/>
    <w:rsid w:val="0084026A"/>
    <w:rsid w:val="00841956"/>
    <w:rsid w:val="00843A04"/>
    <w:rsid w:val="00845788"/>
    <w:rsid w:val="00850D26"/>
    <w:rsid w:val="0085580A"/>
    <w:rsid w:val="008561D7"/>
    <w:rsid w:val="00856D0E"/>
    <w:rsid w:val="008575DF"/>
    <w:rsid w:val="008576ED"/>
    <w:rsid w:val="008602A3"/>
    <w:rsid w:val="00861015"/>
    <w:rsid w:val="00861900"/>
    <w:rsid w:val="00861B9A"/>
    <w:rsid w:val="00862F69"/>
    <w:rsid w:val="00863538"/>
    <w:rsid w:val="008645BF"/>
    <w:rsid w:val="00865224"/>
    <w:rsid w:val="00866359"/>
    <w:rsid w:val="0087070D"/>
    <w:rsid w:val="00870AA2"/>
    <w:rsid w:val="00871AE2"/>
    <w:rsid w:val="008727DD"/>
    <w:rsid w:val="00873B62"/>
    <w:rsid w:val="00874CE7"/>
    <w:rsid w:val="0087613E"/>
    <w:rsid w:val="00877127"/>
    <w:rsid w:val="00877930"/>
    <w:rsid w:val="00880269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65A"/>
    <w:rsid w:val="00891601"/>
    <w:rsid w:val="00893194"/>
    <w:rsid w:val="0089332E"/>
    <w:rsid w:val="008935FF"/>
    <w:rsid w:val="008937CE"/>
    <w:rsid w:val="00893C04"/>
    <w:rsid w:val="008948BF"/>
    <w:rsid w:val="00894C5D"/>
    <w:rsid w:val="00895423"/>
    <w:rsid w:val="00896450"/>
    <w:rsid w:val="00897E5E"/>
    <w:rsid w:val="008A0A78"/>
    <w:rsid w:val="008A0B83"/>
    <w:rsid w:val="008A1972"/>
    <w:rsid w:val="008A1C0D"/>
    <w:rsid w:val="008A1EA9"/>
    <w:rsid w:val="008A247C"/>
    <w:rsid w:val="008A353B"/>
    <w:rsid w:val="008A3704"/>
    <w:rsid w:val="008A3DC9"/>
    <w:rsid w:val="008A5E21"/>
    <w:rsid w:val="008A659D"/>
    <w:rsid w:val="008A672F"/>
    <w:rsid w:val="008A6847"/>
    <w:rsid w:val="008A6AE1"/>
    <w:rsid w:val="008A6F56"/>
    <w:rsid w:val="008A710B"/>
    <w:rsid w:val="008B03D6"/>
    <w:rsid w:val="008B08A5"/>
    <w:rsid w:val="008B1B7C"/>
    <w:rsid w:val="008B2531"/>
    <w:rsid w:val="008B3B9D"/>
    <w:rsid w:val="008B4793"/>
    <w:rsid w:val="008B4F3D"/>
    <w:rsid w:val="008B51EA"/>
    <w:rsid w:val="008B78AF"/>
    <w:rsid w:val="008C0C54"/>
    <w:rsid w:val="008C1532"/>
    <w:rsid w:val="008C18E5"/>
    <w:rsid w:val="008C1A1C"/>
    <w:rsid w:val="008C1AD0"/>
    <w:rsid w:val="008C29DC"/>
    <w:rsid w:val="008C2C71"/>
    <w:rsid w:val="008C2CBE"/>
    <w:rsid w:val="008C339F"/>
    <w:rsid w:val="008C3597"/>
    <w:rsid w:val="008C4804"/>
    <w:rsid w:val="008C5CA0"/>
    <w:rsid w:val="008C7E60"/>
    <w:rsid w:val="008D027B"/>
    <w:rsid w:val="008D11BB"/>
    <w:rsid w:val="008D3905"/>
    <w:rsid w:val="008D7DDA"/>
    <w:rsid w:val="008D7FF3"/>
    <w:rsid w:val="008E016A"/>
    <w:rsid w:val="008E0190"/>
    <w:rsid w:val="008E4551"/>
    <w:rsid w:val="008E5574"/>
    <w:rsid w:val="008E6766"/>
    <w:rsid w:val="008E6899"/>
    <w:rsid w:val="008F123A"/>
    <w:rsid w:val="008F2771"/>
    <w:rsid w:val="008F3B30"/>
    <w:rsid w:val="008F3EEA"/>
    <w:rsid w:val="008F4570"/>
    <w:rsid w:val="008F49E6"/>
    <w:rsid w:val="008F55B4"/>
    <w:rsid w:val="008F65A0"/>
    <w:rsid w:val="008F6AF0"/>
    <w:rsid w:val="009005A0"/>
    <w:rsid w:val="00902163"/>
    <w:rsid w:val="009028B6"/>
    <w:rsid w:val="00902ADB"/>
    <w:rsid w:val="00902B94"/>
    <w:rsid w:val="00904609"/>
    <w:rsid w:val="00904978"/>
    <w:rsid w:val="009067E6"/>
    <w:rsid w:val="00906E8D"/>
    <w:rsid w:val="00907B5D"/>
    <w:rsid w:val="0091034B"/>
    <w:rsid w:val="0091140E"/>
    <w:rsid w:val="00911809"/>
    <w:rsid w:val="00911C75"/>
    <w:rsid w:val="00912093"/>
    <w:rsid w:val="00912804"/>
    <w:rsid w:val="00912B2E"/>
    <w:rsid w:val="00912D80"/>
    <w:rsid w:val="009136F9"/>
    <w:rsid w:val="00914825"/>
    <w:rsid w:val="009157BC"/>
    <w:rsid w:val="0091584D"/>
    <w:rsid w:val="0091642B"/>
    <w:rsid w:val="00920AB1"/>
    <w:rsid w:val="00921D94"/>
    <w:rsid w:val="00921F44"/>
    <w:rsid w:val="00922130"/>
    <w:rsid w:val="00922EB1"/>
    <w:rsid w:val="0092321B"/>
    <w:rsid w:val="00924CC3"/>
    <w:rsid w:val="00924ED2"/>
    <w:rsid w:val="0092649F"/>
    <w:rsid w:val="00926BE6"/>
    <w:rsid w:val="00927F73"/>
    <w:rsid w:val="00930075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061"/>
    <w:rsid w:val="00941B36"/>
    <w:rsid w:val="009422B9"/>
    <w:rsid w:val="009431E5"/>
    <w:rsid w:val="009443D3"/>
    <w:rsid w:val="00944CBD"/>
    <w:rsid w:val="00944E76"/>
    <w:rsid w:val="009453B4"/>
    <w:rsid w:val="00946E4E"/>
    <w:rsid w:val="009515E4"/>
    <w:rsid w:val="00951932"/>
    <w:rsid w:val="009519C9"/>
    <w:rsid w:val="009521E5"/>
    <w:rsid w:val="00952391"/>
    <w:rsid w:val="00954A1D"/>
    <w:rsid w:val="00954D38"/>
    <w:rsid w:val="00955BD9"/>
    <w:rsid w:val="00955E55"/>
    <w:rsid w:val="00956FE9"/>
    <w:rsid w:val="00957E6E"/>
    <w:rsid w:val="00962AF6"/>
    <w:rsid w:val="0096320D"/>
    <w:rsid w:val="0096381B"/>
    <w:rsid w:val="00966056"/>
    <w:rsid w:val="00966844"/>
    <w:rsid w:val="0096733F"/>
    <w:rsid w:val="00967609"/>
    <w:rsid w:val="00970198"/>
    <w:rsid w:val="009704A1"/>
    <w:rsid w:val="00972544"/>
    <w:rsid w:val="00975251"/>
    <w:rsid w:val="00975F76"/>
    <w:rsid w:val="00976785"/>
    <w:rsid w:val="00976D7A"/>
    <w:rsid w:val="00977ADE"/>
    <w:rsid w:val="0098374A"/>
    <w:rsid w:val="009842F5"/>
    <w:rsid w:val="00985712"/>
    <w:rsid w:val="00985C10"/>
    <w:rsid w:val="009902DE"/>
    <w:rsid w:val="00993548"/>
    <w:rsid w:val="00994A39"/>
    <w:rsid w:val="009950FC"/>
    <w:rsid w:val="009A0338"/>
    <w:rsid w:val="009A270E"/>
    <w:rsid w:val="009A397F"/>
    <w:rsid w:val="009A3A01"/>
    <w:rsid w:val="009A4C09"/>
    <w:rsid w:val="009A5AAC"/>
    <w:rsid w:val="009A64C1"/>
    <w:rsid w:val="009A6620"/>
    <w:rsid w:val="009A7310"/>
    <w:rsid w:val="009A781B"/>
    <w:rsid w:val="009B2A75"/>
    <w:rsid w:val="009B2C46"/>
    <w:rsid w:val="009B5D87"/>
    <w:rsid w:val="009B6078"/>
    <w:rsid w:val="009C0890"/>
    <w:rsid w:val="009C1C67"/>
    <w:rsid w:val="009C31B5"/>
    <w:rsid w:val="009C35EC"/>
    <w:rsid w:val="009C3DD5"/>
    <w:rsid w:val="009C3E9A"/>
    <w:rsid w:val="009C4245"/>
    <w:rsid w:val="009C433C"/>
    <w:rsid w:val="009C5092"/>
    <w:rsid w:val="009C5BAE"/>
    <w:rsid w:val="009C5CC3"/>
    <w:rsid w:val="009C609C"/>
    <w:rsid w:val="009C61B1"/>
    <w:rsid w:val="009D1161"/>
    <w:rsid w:val="009D13E3"/>
    <w:rsid w:val="009D2592"/>
    <w:rsid w:val="009D27E2"/>
    <w:rsid w:val="009D2A57"/>
    <w:rsid w:val="009D356A"/>
    <w:rsid w:val="009D3689"/>
    <w:rsid w:val="009D3762"/>
    <w:rsid w:val="009D3FDF"/>
    <w:rsid w:val="009D7EE4"/>
    <w:rsid w:val="009E287C"/>
    <w:rsid w:val="009E3C8E"/>
    <w:rsid w:val="009E4A02"/>
    <w:rsid w:val="009E4CC8"/>
    <w:rsid w:val="009E5CEC"/>
    <w:rsid w:val="009E6034"/>
    <w:rsid w:val="009F027E"/>
    <w:rsid w:val="009F2AA6"/>
    <w:rsid w:val="009F46DC"/>
    <w:rsid w:val="009F69AE"/>
    <w:rsid w:val="009F7789"/>
    <w:rsid w:val="00A006ED"/>
    <w:rsid w:val="00A00857"/>
    <w:rsid w:val="00A01CC6"/>
    <w:rsid w:val="00A02458"/>
    <w:rsid w:val="00A02BD1"/>
    <w:rsid w:val="00A041D2"/>
    <w:rsid w:val="00A04A1A"/>
    <w:rsid w:val="00A04AC6"/>
    <w:rsid w:val="00A05E3D"/>
    <w:rsid w:val="00A06051"/>
    <w:rsid w:val="00A100C2"/>
    <w:rsid w:val="00A111E2"/>
    <w:rsid w:val="00A122E4"/>
    <w:rsid w:val="00A12861"/>
    <w:rsid w:val="00A146B3"/>
    <w:rsid w:val="00A16A20"/>
    <w:rsid w:val="00A16DEF"/>
    <w:rsid w:val="00A206F4"/>
    <w:rsid w:val="00A210F3"/>
    <w:rsid w:val="00A21526"/>
    <w:rsid w:val="00A22E0B"/>
    <w:rsid w:val="00A231B5"/>
    <w:rsid w:val="00A245A6"/>
    <w:rsid w:val="00A246F9"/>
    <w:rsid w:val="00A256C9"/>
    <w:rsid w:val="00A30A10"/>
    <w:rsid w:val="00A32C50"/>
    <w:rsid w:val="00A3303A"/>
    <w:rsid w:val="00A358A3"/>
    <w:rsid w:val="00A35E4D"/>
    <w:rsid w:val="00A36084"/>
    <w:rsid w:val="00A3692A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4CC3"/>
    <w:rsid w:val="00A55EBA"/>
    <w:rsid w:val="00A578C1"/>
    <w:rsid w:val="00A600B4"/>
    <w:rsid w:val="00A61348"/>
    <w:rsid w:val="00A62150"/>
    <w:rsid w:val="00A62B18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0DBF"/>
    <w:rsid w:val="00A71810"/>
    <w:rsid w:val="00A736EB"/>
    <w:rsid w:val="00A73CE0"/>
    <w:rsid w:val="00A74641"/>
    <w:rsid w:val="00A748CA"/>
    <w:rsid w:val="00A74F91"/>
    <w:rsid w:val="00A76063"/>
    <w:rsid w:val="00A7686F"/>
    <w:rsid w:val="00A76BF7"/>
    <w:rsid w:val="00A77D3C"/>
    <w:rsid w:val="00A77E64"/>
    <w:rsid w:val="00A81B2E"/>
    <w:rsid w:val="00A83270"/>
    <w:rsid w:val="00A83E86"/>
    <w:rsid w:val="00A847C3"/>
    <w:rsid w:val="00A855B9"/>
    <w:rsid w:val="00A85B00"/>
    <w:rsid w:val="00A87DC6"/>
    <w:rsid w:val="00A91718"/>
    <w:rsid w:val="00A91CCF"/>
    <w:rsid w:val="00A93866"/>
    <w:rsid w:val="00A94270"/>
    <w:rsid w:val="00A960EF"/>
    <w:rsid w:val="00A96783"/>
    <w:rsid w:val="00A96A08"/>
    <w:rsid w:val="00A97E74"/>
    <w:rsid w:val="00AA0850"/>
    <w:rsid w:val="00AA1B6A"/>
    <w:rsid w:val="00AA3FDC"/>
    <w:rsid w:val="00AA4361"/>
    <w:rsid w:val="00AA538A"/>
    <w:rsid w:val="00AA6018"/>
    <w:rsid w:val="00AA7A72"/>
    <w:rsid w:val="00AA7DF1"/>
    <w:rsid w:val="00AB041E"/>
    <w:rsid w:val="00AB1487"/>
    <w:rsid w:val="00AB19EA"/>
    <w:rsid w:val="00AB24DA"/>
    <w:rsid w:val="00AB2E11"/>
    <w:rsid w:val="00AB320B"/>
    <w:rsid w:val="00AB3520"/>
    <w:rsid w:val="00AB4136"/>
    <w:rsid w:val="00AB4329"/>
    <w:rsid w:val="00AB4772"/>
    <w:rsid w:val="00AB48F2"/>
    <w:rsid w:val="00AB4928"/>
    <w:rsid w:val="00AB4D5C"/>
    <w:rsid w:val="00AC149C"/>
    <w:rsid w:val="00AC1F42"/>
    <w:rsid w:val="00AC440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480D"/>
    <w:rsid w:val="00AD5411"/>
    <w:rsid w:val="00AE215B"/>
    <w:rsid w:val="00AE3042"/>
    <w:rsid w:val="00AE3DE8"/>
    <w:rsid w:val="00AE5A47"/>
    <w:rsid w:val="00AE7483"/>
    <w:rsid w:val="00AE7487"/>
    <w:rsid w:val="00AE7489"/>
    <w:rsid w:val="00AE7A8F"/>
    <w:rsid w:val="00AE7C37"/>
    <w:rsid w:val="00AE7C8D"/>
    <w:rsid w:val="00AF134D"/>
    <w:rsid w:val="00AF215A"/>
    <w:rsid w:val="00AF2F49"/>
    <w:rsid w:val="00AF2FA6"/>
    <w:rsid w:val="00AF302A"/>
    <w:rsid w:val="00AF3E51"/>
    <w:rsid w:val="00AF4DD4"/>
    <w:rsid w:val="00AF4F5B"/>
    <w:rsid w:val="00AF5928"/>
    <w:rsid w:val="00AF6824"/>
    <w:rsid w:val="00AF7842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199C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46B3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0C49"/>
    <w:rsid w:val="00B41A2E"/>
    <w:rsid w:val="00B41DBB"/>
    <w:rsid w:val="00B44026"/>
    <w:rsid w:val="00B44110"/>
    <w:rsid w:val="00B45322"/>
    <w:rsid w:val="00B46769"/>
    <w:rsid w:val="00B47F75"/>
    <w:rsid w:val="00B50B3C"/>
    <w:rsid w:val="00B5298D"/>
    <w:rsid w:val="00B52CD2"/>
    <w:rsid w:val="00B53653"/>
    <w:rsid w:val="00B53BCD"/>
    <w:rsid w:val="00B56F01"/>
    <w:rsid w:val="00B57D1C"/>
    <w:rsid w:val="00B603E5"/>
    <w:rsid w:val="00B607AD"/>
    <w:rsid w:val="00B60F2D"/>
    <w:rsid w:val="00B61367"/>
    <w:rsid w:val="00B631C9"/>
    <w:rsid w:val="00B64896"/>
    <w:rsid w:val="00B65D92"/>
    <w:rsid w:val="00B67844"/>
    <w:rsid w:val="00B700F4"/>
    <w:rsid w:val="00B7040F"/>
    <w:rsid w:val="00B70978"/>
    <w:rsid w:val="00B70D59"/>
    <w:rsid w:val="00B72391"/>
    <w:rsid w:val="00B73D40"/>
    <w:rsid w:val="00B7421A"/>
    <w:rsid w:val="00B744E3"/>
    <w:rsid w:val="00B74A29"/>
    <w:rsid w:val="00B74CC1"/>
    <w:rsid w:val="00B74F7A"/>
    <w:rsid w:val="00B76F91"/>
    <w:rsid w:val="00B7736C"/>
    <w:rsid w:val="00B80470"/>
    <w:rsid w:val="00B809ED"/>
    <w:rsid w:val="00B82523"/>
    <w:rsid w:val="00B8297E"/>
    <w:rsid w:val="00B838A2"/>
    <w:rsid w:val="00B839BD"/>
    <w:rsid w:val="00B84B52"/>
    <w:rsid w:val="00B84D49"/>
    <w:rsid w:val="00B8589E"/>
    <w:rsid w:val="00B868A1"/>
    <w:rsid w:val="00B87F52"/>
    <w:rsid w:val="00B90F83"/>
    <w:rsid w:val="00B91972"/>
    <w:rsid w:val="00B91D6A"/>
    <w:rsid w:val="00B92E82"/>
    <w:rsid w:val="00B93C4D"/>
    <w:rsid w:val="00B960EA"/>
    <w:rsid w:val="00B96946"/>
    <w:rsid w:val="00B975CA"/>
    <w:rsid w:val="00BA03F6"/>
    <w:rsid w:val="00BA1624"/>
    <w:rsid w:val="00BA206C"/>
    <w:rsid w:val="00BA2CF7"/>
    <w:rsid w:val="00BA3097"/>
    <w:rsid w:val="00BA3FD3"/>
    <w:rsid w:val="00BA4C0A"/>
    <w:rsid w:val="00BA5251"/>
    <w:rsid w:val="00BA5560"/>
    <w:rsid w:val="00BA6A02"/>
    <w:rsid w:val="00BA7571"/>
    <w:rsid w:val="00BA7BAD"/>
    <w:rsid w:val="00BA7F86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B542D"/>
    <w:rsid w:val="00BB77B6"/>
    <w:rsid w:val="00BC2202"/>
    <w:rsid w:val="00BC27B2"/>
    <w:rsid w:val="00BC2C8C"/>
    <w:rsid w:val="00BC64D0"/>
    <w:rsid w:val="00BC67F6"/>
    <w:rsid w:val="00BD141C"/>
    <w:rsid w:val="00BD3CDC"/>
    <w:rsid w:val="00BD4449"/>
    <w:rsid w:val="00BD4B74"/>
    <w:rsid w:val="00BD5B80"/>
    <w:rsid w:val="00BD61BE"/>
    <w:rsid w:val="00BD79B1"/>
    <w:rsid w:val="00BD7C4D"/>
    <w:rsid w:val="00BE396F"/>
    <w:rsid w:val="00BE3D28"/>
    <w:rsid w:val="00BE4F78"/>
    <w:rsid w:val="00BE56F2"/>
    <w:rsid w:val="00BE5B66"/>
    <w:rsid w:val="00BE6EA5"/>
    <w:rsid w:val="00BE7961"/>
    <w:rsid w:val="00BF1160"/>
    <w:rsid w:val="00BF1264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62DE"/>
    <w:rsid w:val="00BF7C9D"/>
    <w:rsid w:val="00BF7F39"/>
    <w:rsid w:val="00C00111"/>
    <w:rsid w:val="00C0151E"/>
    <w:rsid w:val="00C01CB3"/>
    <w:rsid w:val="00C029A0"/>
    <w:rsid w:val="00C02DCE"/>
    <w:rsid w:val="00C033CE"/>
    <w:rsid w:val="00C0379B"/>
    <w:rsid w:val="00C04A42"/>
    <w:rsid w:val="00C04FD0"/>
    <w:rsid w:val="00C051ED"/>
    <w:rsid w:val="00C0567C"/>
    <w:rsid w:val="00C0753B"/>
    <w:rsid w:val="00C07E5B"/>
    <w:rsid w:val="00C1353E"/>
    <w:rsid w:val="00C16930"/>
    <w:rsid w:val="00C176A5"/>
    <w:rsid w:val="00C21B0B"/>
    <w:rsid w:val="00C22797"/>
    <w:rsid w:val="00C22B31"/>
    <w:rsid w:val="00C22F78"/>
    <w:rsid w:val="00C23583"/>
    <w:rsid w:val="00C25885"/>
    <w:rsid w:val="00C25D08"/>
    <w:rsid w:val="00C26412"/>
    <w:rsid w:val="00C2731F"/>
    <w:rsid w:val="00C27B44"/>
    <w:rsid w:val="00C27F1E"/>
    <w:rsid w:val="00C31455"/>
    <w:rsid w:val="00C31683"/>
    <w:rsid w:val="00C32205"/>
    <w:rsid w:val="00C32269"/>
    <w:rsid w:val="00C32C86"/>
    <w:rsid w:val="00C33B1E"/>
    <w:rsid w:val="00C33DC8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483C"/>
    <w:rsid w:val="00C450ED"/>
    <w:rsid w:val="00C45304"/>
    <w:rsid w:val="00C45C0A"/>
    <w:rsid w:val="00C45F5B"/>
    <w:rsid w:val="00C46262"/>
    <w:rsid w:val="00C46937"/>
    <w:rsid w:val="00C506CB"/>
    <w:rsid w:val="00C51028"/>
    <w:rsid w:val="00C51721"/>
    <w:rsid w:val="00C51D80"/>
    <w:rsid w:val="00C52E3A"/>
    <w:rsid w:val="00C52EEF"/>
    <w:rsid w:val="00C53192"/>
    <w:rsid w:val="00C533D5"/>
    <w:rsid w:val="00C53BCC"/>
    <w:rsid w:val="00C54AE8"/>
    <w:rsid w:val="00C5555B"/>
    <w:rsid w:val="00C55E33"/>
    <w:rsid w:val="00C562EE"/>
    <w:rsid w:val="00C56B6B"/>
    <w:rsid w:val="00C6046B"/>
    <w:rsid w:val="00C61A2A"/>
    <w:rsid w:val="00C6264A"/>
    <w:rsid w:val="00C636DD"/>
    <w:rsid w:val="00C63E83"/>
    <w:rsid w:val="00C64330"/>
    <w:rsid w:val="00C6537E"/>
    <w:rsid w:val="00C65432"/>
    <w:rsid w:val="00C65BBA"/>
    <w:rsid w:val="00C72572"/>
    <w:rsid w:val="00C73680"/>
    <w:rsid w:val="00C73A8A"/>
    <w:rsid w:val="00C7441D"/>
    <w:rsid w:val="00C75CA5"/>
    <w:rsid w:val="00C76796"/>
    <w:rsid w:val="00C768A4"/>
    <w:rsid w:val="00C775EB"/>
    <w:rsid w:val="00C777C8"/>
    <w:rsid w:val="00C779D4"/>
    <w:rsid w:val="00C80EB1"/>
    <w:rsid w:val="00C83861"/>
    <w:rsid w:val="00C84F16"/>
    <w:rsid w:val="00C855F4"/>
    <w:rsid w:val="00C85856"/>
    <w:rsid w:val="00C87632"/>
    <w:rsid w:val="00C91FC9"/>
    <w:rsid w:val="00C923CC"/>
    <w:rsid w:val="00C923DF"/>
    <w:rsid w:val="00C94D47"/>
    <w:rsid w:val="00C95854"/>
    <w:rsid w:val="00C95EEF"/>
    <w:rsid w:val="00C96948"/>
    <w:rsid w:val="00CA0098"/>
    <w:rsid w:val="00CA0272"/>
    <w:rsid w:val="00CA065C"/>
    <w:rsid w:val="00CA1429"/>
    <w:rsid w:val="00CA1AC6"/>
    <w:rsid w:val="00CA24A4"/>
    <w:rsid w:val="00CA3ADB"/>
    <w:rsid w:val="00CA4514"/>
    <w:rsid w:val="00CA5D80"/>
    <w:rsid w:val="00CA610A"/>
    <w:rsid w:val="00CA6580"/>
    <w:rsid w:val="00CA7DC8"/>
    <w:rsid w:val="00CB168F"/>
    <w:rsid w:val="00CB245B"/>
    <w:rsid w:val="00CB4276"/>
    <w:rsid w:val="00CB55D8"/>
    <w:rsid w:val="00CB6F64"/>
    <w:rsid w:val="00CC0763"/>
    <w:rsid w:val="00CC1946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37C7"/>
    <w:rsid w:val="00CE43AC"/>
    <w:rsid w:val="00CE4AC1"/>
    <w:rsid w:val="00CE4E7F"/>
    <w:rsid w:val="00CF01A2"/>
    <w:rsid w:val="00CF306E"/>
    <w:rsid w:val="00CF398A"/>
    <w:rsid w:val="00CF3D42"/>
    <w:rsid w:val="00CF3EA7"/>
    <w:rsid w:val="00CF4ED3"/>
    <w:rsid w:val="00CF4F6C"/>
    <w:rsid w:val="00CF5183"/>
    <w:rsid w:val="00CF5713"/>
    <w:rsid w:val="00CF58F3"/>
    <w:rsid w:val="00CF62BD"/>
    <w:rsid w:val="00CF7C7E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107"/>
    <w:rsid w:val="00D11DB4"/>
    <w:rsid w:val="00D122DA"/>
    <w:rsid w:val="00D133A4"/>
    <w:rsid w:val="00D20A7C"/>
    <w:rsid w:val="00D20CA6"/>
    <w:rsid w:val="00D2194B"/>
    <w:rsid w:val="00D221A7"/>
    <w:rsid w:val="00D22D41"/>
    <w:rsid w:val="00D2320A"/>
    <w:rsid w:val="00D245ED"/>
    <w:rsid w:val="00D24AA1"/>
    <w:rsid w:val="00D250DD"/>
    <w:rsid w:val="00D260FD"/>
    <w:rsid w:val="00D26FC5"/>
    <w:rsid w:val="00D30100"/>
    <w:rsid w:val="00D310BE"/>
    <w:rsid w:val="00D343C6"/>
    <w:rsid w:val="00D37CAE"/>
    <w:rsid w:val="00D404BF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1A38"/>
    <w:rsid w:val="00D52922"/>
    <w:rsid w:val="00D531C0"/>
    <w:rsid w:val="00D53627"/>
    <w:rsid w:val="00D53F21"/>
    <w:rsid w:val="00D54A9A"/>
    <w:rsid w:val="00D54FD0"/>
    <w:rsid w:val="00D55FA9"/>
    <w:rsid w:val="00D56BCD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64C6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2FA7"/>
    <w:rsid w:val="00D93D35"/>
    <w:rsid w:val="00D945E5"/>
    <w:rsid w:val="00D95336"/>
    <w:rsid w:val="00D95FA0"/>
    <w:rsid w:val="00D9635B"/>
    <w:rsid w:val="00DA1059"/>
    <w:rsid w:val="00DA1731"/>
    <w:rsid w:val="00DA25C0"/>
    <w:rsid w:val="00DA2702"/>
    <w:rsid w:val="00DA39EA"/>
    <w:rsid w:val="00DA6B79"/>
    <w:rsid w:val="00DA6EFB"/>
    <w:rsid w:val="00DA7D43"/>
    <w:rsid w:val="00DB087E"/>
    <w:rsid w:val="00DB0AD7"/>
    <w:rsid w:val="00DB22F2"/>
    <w:rsid w:val="00DB3141"/>
    <w:rsid w:val="00DB33D6"/>
    <w:rsid w:val="00DB38BD"/>
    <w:rsid w:val="00DB44E4"/>
    <w:rsid w:val="00DB5D70"/>
    <w:rsid w:val="00DB69C5"/>
    <w:rsid w:val="00DB743C"/>
    <w:rsid w:val="00DC018F"/>
    <w:rsid w:val="00DC1A4B"/>
    <w:rsid w:val="00DC1B98"/>
    <w:rsid w:val="00DC41AA"/>
    <w:rsid w:val="00DC5D52"/>
    <w:rsid w:val="00DC683C"/>
    <w:rsid w:val="00DC693F"/>
    <w:rsid w:val="00DC696C"/>
    <w:rsid w:val="00DC70D8"/>
    <w:rsid w:val="00DC7423"/>
    <w:rsid w:val="00DC7D53"/>
    <w:rsid w:val="00DD1AA7"/>
    <w:rsid w:val="00DD1DAC"/>
    <w:rsid w:val="00DD41A2"/>
    <w:rsid w:val="00DD47B0"/>
    <w:rsid w:val="00DD52A1"/>
    <w:rsid w:val="00DD54FF"/>
    <w:rsid w:val="00DD56CD"/>
    <w:rsid w:val="00DD65ED"/>
    <w:rsid w:val="00DD68ED"/>
    <w:rsid w:val="00DD732C"/>
    <w:rsid w:val="00DD7D39"/>
    <w:rsid w:val="00DE02AB"/>
    <w:rsid w:val="00DE16B3"/>
    <w:rsid w:val="00DE1955"/>
    <w:rsid w:val="00DE1C55"/>
    <w:rsid w:val="00DE1F9A"/>
    <w:rsid w:val="00DE21A8"/>
    <w:rsid w:val="00DE23D8"/>
    <w:rsid w:val="00DE25E9"/>
    <w:rsid w:val="00DE4F7C"/>
    <w:rsid w:val="00DE5303"/>
    <w:rsid w:val="00DE5674"/>
    <w:rsid w:val="00DE6857"/>
    <w:rsid w:val="00DE71BB"/>
    <w:rsid w:val="00DE7AC0"/>
    <w:rsid w:val="00DF06D5"/>
    <w:rsid w:val="00DF1FBE"/>
    <w:rsid w:val="00DF261E"/>
    <w:rsid w:val="00DF2A4E"/>
    <w:rsid w:val="00DF3B36"/>
    <w:rsid w:val="00DF45AF"/>
    <w:rsid w:val="00DF5C59"/>
    <w:rsid w:val="00DF6504"/>
    <w:rsid w:val="00E00A27"/>
    <w:rsid w:val="00E011C7"/>
    <w:rsid w:val="00E01487"/>
    <w:rsid w:val="00E033A6"/>
    <w:rsid w:val="00E034B4"/>
    <w:rsid w:val="00E04C1E"/>
    <w:rsid w:val="00E052D3"/>
    <w:rsid w:val="00E06E56"/>
    <w:rsid w:val="00E07B2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1FD8"/>
    <w:rsid w:val="00E220C8"/>
    <w:rsid w:val="00E22B33"/>
    <w:rsid w:val="00E22EC5"/>
    <w:rsid w:val="00E238B7"/>
    <w:rsid w:val="00E24254"/>
    <w:rsid w:val="00E242C1"/>
    <w:rsid w:val="00E24597"/>
    <w:rsid w:val="00E2496E"/>
    <w:rsid w:val="00E2638B"/>
    <w:rsid w:val="00E27D78"/>
    <w:rsid w:val="00E303E0"/>
    <w:rsid w:val="00E31ED6"/>
    <w:rsid w:val="00E3282A"/>
    <w:rsid w:val="00E345E1"/>
    <w:rsid w:val="00E373DC"/>
    <w:rsid w:val="00E37910"/>
    <w:rsid w:val="00E37B54"/>
    <w:rsid w:val="00E40DC5"/>
    <w:rsid w:val="00E413E8"/>
    <w:rsid w:val="00E42106"/>
    <w:rsid w:val="00E43A06"/>
    <w:rsid w:val="00E445DC"/>
    <w:rsid w:val="00E45907"/>
    <w:rsid w:val="00E45965"/>
    <w:rsid w:val="00E45D87"/>
    <w:rsid w:val="00E461E7"/>
    <w:rsid w:val="00E4638E"/>
    <w:rsid w:val="00E467C8"/>
    <w:rsid w:val="00E46D9D"/>
    <w:rsid w:val="00E46E45"/>
    <w:rsid w:val="00E506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26FA"/>
    <w:rsid w:val="00E64E71"/>
    <w:rsid w:val="00E65239"/>
    <w:rsid w:val="00E66990"/>
    <w:rsid w:val="00E66BA4"/>
    <w:rsid w:val="00E6783D"/>
    <w:rsid w:val="00E70C5C"/>
    <w:rsid w:val="00E71FB7"/>
    <w:rsid w:val="00E7248A"/>
    <w:rsid w:val="00E75EEB"/>
    <w:rsid w:val="00E75F5D"/>
    <w:rsid w:val="00E76234"/>
    <w:rsid w:val="00E76CD5"/>
    <w:rsid w:val="00E77F8D"/>
    <w:rsid w:val="00E80E9E"/>
    <w:rsid w:val="00E813CB"/>
    <w:rsid w:val="00E81D6B"/>
    <w:rsid w:val="00E81E22"/>
    <w:rsid w:val="00E83A75"/>
    <w:rsid w:val="00E85460"/>
    <w:rsid w:val="00E86C31"/>
    <w:rsid w:val="00E86E0B"/>
    <w:rsid w:val="00E87527"/>
    <w:rsid w:val="00E90B61"/>
    <w:rsid w:val="00E91CF8"/>
    <w:rsid w:val="00E925B2"/>
    <w:rsid w:val="00E94A2C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0B5D"/>
    <w:rsid w:val="00EA288C"/>
    <w:rsid w:val="00EA6537"/>
    <w:rsid w:val="00EA6E29"/>
    <w:rsid w:val="00EB03C0"/>
    <w:rsid w:val="00EB04EE"/>
    <w:rsid w:val="00EB2AC9"/>
    <w:rsid w:val="00EB3068"/>
    <w:rsid w:val="00EB41F9"/>
    <w:rsid w:val="00EB619F"/>
    <w:rsid w:val="00EC3704"/>
    <w:rsid w:val="00EC442E"/>
    <w:rsid w:val="00EC669A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4F72"/>
    <w:rsid w:val="00ED5D40"/>
    <w:rsid w:val="00ED5ECD"/>
    <w:rsid w:val="00ED6328"/>
    <w:rsid w:val="00ED6AB3"/>
    <w:rsid w:val="00ED6D38"/>
    <w:rsid w:val="00ED6F78"/>
    <w:rsid w:val="00EE0F34"/>
    <w:rsid w:val="00EE0F4F"/>
    <w:rsid w:val="00EE1E9D"/>
    <w:rsid w:val="00EE2C11"/>
    <w:rsid w:val="00EE3248"/>
    <w:rsid w:val="00EE35AC"/>
    <w:rsid w:val="00EE384F"/>
    <w:rsid w:val="00EE3C6E"/>
    <w:rsid w:val="00EE48D2"/>
    <w:rsid w:val="00EE4A89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2C77"/>
    <w:rsid w:val="00EF3299"/>
    <w:rsid w:val="00EF37A9"/>
    <w:rsid w:val="00EF42D5"/>
    <w:rsid w:val="00EF5C83"/>
    <w:rsid w:val="00EF73D9"/>
    <w:rsid w:val="00F0217D"/>
    <w:rsid w:val="00F04315"/>
    <w:rsid w:val="00F0445C"/>
    <w:rsid w:val="00F057EF"/>
    <w:rsid w:val="00F07B48"/>
    <w:rsid w:val="00F10129"/>
    <w:rsid w:val="00F10973"/>
    <w:rsid w:val="00F11780"/>
    <w:rsid w:val="00F12660"/>
    <w:rsid w:val="00F129B3"/>
    <w:rsid w:val="00F12CE3"/>
    <w:rsid w:val="00F1369D"/>
    <w:rsid w:val="00F1627B"/>
    <w:rsid w:val="00F21DB0"/>
    <w:rsid w:val="00F21DE9"/>
    <w:rsid w:val="00F22D22"/>
    <w:rsid w:val="00F2435A"/>
    <w:rsid w:val="00F266FD"/>
    <w:rsid w:val="00F26A33"/>
    <w:rsid w:val="00F26C31"/>
    <w:rsid w:val="00F319C7"/>
    <w:rsid w:val="00F35113"/>
    <w:rsid w:val="00F3525F"/>
    <w:rsid w:val="00F35717"/>
    <w:rsid w:val="00F4069D"/>
    <w:rsid w:val="00F43096"/>
    <w:rsid w:val="00F4347F"/>
    <w:rsid w:val="00F4370C"/>
    <w:rsid w:val="00F441F0"/>
    <w:rsid w:val="00F44874"/>
    <w:rsid w:val="00F44D8A"/>
    <w:rsid w:val="00F451FD"/>
    <w:rsid w:val="00F455A5"/>
    <w:rsid w:val="00F45F30"/>
    <w:rsid w:val="00F460AB"/>
    <w:rsid w:val="00F46D0C"/>
    <w:rsid w:val="00F50464"/>
    <w:rsid w:val="00F51759"/>
    <w:rsid w:val="00F51E4C"/>
    <w:rsid w:val="00F52D4F"/>
    <w:rsid w:val="00F54EF6"/>
    <w:rsid w:val="00F553BB"/>
    <w:rsid w:val="00F56BEA"/>
    <w:rsid w:val="00F60475"/>
    <w:rsid w:val="00F619BA"/>
    <w:rsid w:val="00F6237C"/>
    <w:rsid w:val="00F62553"/>
    <w:rsid w:val="00F62A00"/>
    <w:rsid w:val="00F633B3"/>
    <w:rsid w:val="00F641C1"/>
    <w:rsid w:val="00F642EB"/>
    <w:rsid w:val="00F6462B"/>
    <w:rsid w:val="00F64893"/>
    <w:rsid w:val="00F64EA3"/>
    <w:rsid w:val="00F658DB"/>
    <w:rsid w:val="00F6697C"/>
    <w:rsid w:val="00F700FF"/>
    <w:rsid w:val="00F70A14"/>
    <w:rsid w:val="00F70ECB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0E0A"/>
    <w:rsid w:val="00F80FBC"/>
    <w:rsid w:val="00F8240C"/>
    <w:rsid w:val="00F83114"/>
    <w:rsid w:val="00F83357"/>
    <w:rsid w:val="00F83B69"/>
    <w:rsid w:val="00F83D3D"/>
    <w:rsid w:val="00F83D8E"/>
    <w:rsid w:val="00F84004"/>
    <w:rsid w:val="00F840B8"/>
    <w:rsid w:val="00F841C9"/>
    <w:rsid w:val="00F85CDB"/>
    <w:rsid w:val="00F8707A"/>
    <w:rsid w:val="00F90769"/>
    <w:rsid w:val="00F932B8"/>
    <w:rsid w:val="00F936E2"/>
    <w:rsid w:val="00F939E3"/>
    <w:rsid w:val="00F93D45"/>
    <w:rsid w:val="00F94528"/>
    <w:rsid w:val="00F946B6"/>
    <w:rsid w:val="00F9483B"/>
    <w:rsid w:val="00F950FA"/>
    <w:rsid w:val="00F951FD"/>
    <w:rsid w:val="00F9641B"/>
    <w:rsid w:val="00F9687B"/>
    <w:rsid w:val="00FA0E76"/>
    <w:rsid w:val="00FA26E8"/>
    <w:rsid w:val="00FA2971"/>
    <w:rsid w:val="00FA50F9"/>
    <w:rsid w:val="00FA5642"/>
    <w:rsid w:val="00FA7932"/>
    <w:rsid w:val="00FB1ADE"/>
    <w:rsid w:val="00FB28F9"/>
    <w:rsid w:val="00FB34E9"/>
    <w:rsid w:val="00FB38F4"/>
    <w:rsid w:val="00FB3C14"/>
    <w:rsid w:val="00FB473D"/>
    <w:rsid w:val="00FB51C5"/>
    <w:rsid w:val="00FB7192"/>
    <w:rsid w:val="00FB761C"/>
    <w:rsid w:val="00FB7B92"/>
    <w:rsid w:val="00FC0832"/>
    <w:rsid w:val="00FC1CCA"/>
    <w:rsid w:val="00FC1E67"/>
    <w:rsid w:val="00FC29DB"/>
    <w:rsid w:val="00FC2E54"/>
    <w:rsid w:val="00FC38BC"/>
    <w:rsid w:val="00FC4186"/>
    <w:rsid w:val="00FC7E9F"/>
    <w:rsid w:val="00FD07D3"/>
    <w:rsid w:val="00FD0C32"/>
    <w:rsid w:val="00FD19A2"/>
    <w:rsid w:val="00FD2668"/>
    <w:rsid w:val="00FD2DCA"/>
    <w:rsid w:val="00FD2E00"/>
    <w:rsid w:val="00FD2FAA"/>
    <w:rsid w:val="00FD465F"/>
    <w:rsid w:val="00FD7B51"/>
    <w:rsid w:val="00FE1950"/>
    <w:rsid w:val="00FE23AA"/>
    <w:rsid w:val="00FE304F"/>
    <w:rsid w:val="00FE3EB6"/>
    <w:rsid w:val="00FE43B1"/>
    <w:rsid w:val="00FE4A26"/>
    <w:rsid w:val="00FE4BA8"/>
    <w:rsid w:val="00FE50AF"/>
    <w:rsid w:val="00FE6DEE"/>
    <w:rsid w:val="00FE6FBF"/>
    <w:rsid w:val="00FE724E"/>
    <w:rsid w:val="00FE7795"/>
    <w:rsid w:val="00FE79AE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paragraph" w:styleId="Didascalia">
    <w:name w:val="caption"/>
    <w:basedOn w:val="Normale"/>
    <w:next w:val="Normale"/>
    <w:uiPriority w:val="35"/>
    <w:unhideWhenUsed/>
    <w:qFormat/>
    <w:rsid w:val="0002583B"/>
    <w:pPr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table" w:styleId="Grigliatabellachiara">
    <w:name w:val="Grid Table Light"/>
    <w:basedOn w:val="Tabellanormale"/>
    <w:uiPriority w:val="40"/>
    <w:rsid w:val="000258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fisicamarche.ap@istruzione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3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1274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MARIANI</dc:creator>
  <cp:keywords/>
  <cp:lastModifiedBy>Marco Petrini</cp:lastModifiedBy>
  <cp:revision>6</cp:revision>
  <cp:lastPrinted>2021-05-24T07:29:00Z</cp:lastPrinted>
  <dcterms:created xsi:type="dcterms:W3CDTF">2022-04-08T06:52:00Z</dcterms:created>
  <dcterms:modified xsi:type="dcterms:W3CDTF">2022-04-08T06:54:00Z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